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6C50A84C" w:rsidR="00D024B9" w:rsidRPr="001B4250" w:rsidRDefault="00A061A9" w:rsidP="00D024B9">
      <w:pPr>
        <w:pStyle w:val="Heading2"/>
        <w:rPr>
          <w:rFonts w:ascii="Arial" w:hAnsi="Arial" w:cs="Arial"/>
          <w:color w:val="000000" w:themeColor="text2"/>
        </w:rPr>
      </w:pPr>
      <w:r>
        <w:rPr>
          <w:rFonts w:ascii="Arial" w:hAnsi="Arial" w:cs="Arial"/>
          <w:color w:val="000000" w:themeColor="text2"/>
        </w:rPr>
        <w:t>ACMINF3X</w:t>
      </w:r>
      <w:r w:rsidR="00AB7711">
        <w:rPr>
          <w:rFonts w:ascii="Arial" w:hAnsi="Arial" w:cs="Arial"/>
          <w:color w:val="000000" w:themeColor="text2"/>
        </w:rPr>
        <w:t>04</w:t>
      </w:r>
      <w:r w:rsidR="00D024B9" w:rsidRPr="001B4250">
        <w:rPr>
          <w:rFonts w:ascii="Arial" w:hAnsi="Arial" w:cs="Arial"/>
          <w:color w:val="000000" w:themeColor="text2"/>
        </w:rPr>
        <w:t xml:space="preserve"> </w:t>
      </w:r>
      <w:r w:rsidR="005D03E6">
        <w:rPr>
          <w:rFonts w:ascii="Arial" w:hAnsi="Arial" w:cs="Arial"/>
          <w:color w:val="000000" w:themeColor="text2"/>
        </w:rPr>
        <w:t xml:space="preserve">Comply with </w:t>
      </w:r>
      <w:r>
        <w:rPr>
          <w:rFonts w:ascii="Arial" w:hAnsi="Arial" w:cs="Arial"/>
          <w:color w:val="000000" w:themeColor="text2"/>
        </w:rPr>
        <w:t xml:space="preserve">infection </w:t>
      </w:r>
      <w:r w:rsidR="000C5FA0">
        <w:rPr>
          <w:rFonts w:ascii="Arial" w:hAnsi="Arial" w:cs="Arial"/>
          <w:color w:val="000000" w:themeColor="text2"/>
        </w:rPr>
        <w:t xml:space="preserve">prevention and </w:t>
      </w:r>
      <w:r>
        <w:rPr>
          <w:rFonts w:ascii="Arial" w:hAnsi="Arial" w:cs="Arial"/>
          <w:color w:val="000000" w:themeColor="text2"/>
        </w:rPr>
        <w:t>control policies and procedures in animal care work</w:t>
      </w:r>
    </w:p>
    <w:p w14:paraId="22BBCDB7" w14:textId="492DD28C" w:rsidR="00D024B9" w:rsidRPr="001B4250" w:rsidRDefault="008F54D2" w:rsidP="00C32357">
      <w:pPr>
        <w:pStyle w:val="Heading4"/>
        <w:rPr>
          <w:rFonts w:ascii="Arial" w:hAnsi="Arial" w:cs="Arial"/>
          <w:color w:val="000000" w:themeColor="text2"/>
        </w:rPr>
      </w:pPr>
      <w:r w:rsidRPr="001B4250">
        <w:rPr>
          <w:rFonts w:ascii="Arial" w:hAnsi="Arial" w:cs="Arial"/>
          <w:color w:val="000000" w:themeColor="text2"/>
        </w:rPr>
        <w:t>Application</w:t>
      </w:r>
    </w:p>
    <w:p w14:paraId="451B897E" w14:textId="64DA3644" w:rsidR="006A7F68" w:rsidRPr="006A7F68" w:rsidRDefault="006A7F68" w:rsidP="006A7F68">
      <w:pPr>
        <w:pStyle w:val="BodyTextSI"/>
        <w:rPr>
          <w:lang w:eastAsia="en-GB"/>
        </w:rPr>
      </w:pPr>
      <w:r w:rsidRPr="006A7F68">
        <w:rPr>
          <w:lang w:eastAsia="en-GB"/>
        </w:rPr>
        <w:t xml:space="preserve">This unit of competency </w:t>
      </w:r>
      <w:r w:rsidRPr="00115668">
        <w:rPr>
          <w:lang w:eastAsia="en-GB"/>
        </w:rPr>
        <w:t xml:space="preserve">describes the skills and knowledge required to comply with biosecurity and infection </w:t>
      </w:r>
      <w:r w:rsidR="006E1C56" w:rsidRPr="00115668">
        <w:rPr>
          <w:lang w:eastAsia="en-GB"/>
        </w:rPr>
        <w:t xml:space="preserve">prevention and </w:t>
      </w:r>
      <w:r w:rsidRPr="00115668">
        <w:rPr>
          <w:lang w:eastAsia="en-GB"/>
        </w:rPr>
        <w:t xml:space="preserve">control </w:t>
      </w:r>
      <w:r w:rsidR="006C215B" w:rsidRPr="00115668">
        <w:rPr>
          <w:lang w:eastAsia="en-GB"/>
        </w:rPr>
        <w:t xml:space="preserve">(IPC) </w:t>
      </w:r>
      <w:r w:rsidR="00115668" w:rsidRPr="00115668">
        <w:rPr>
          <w:lang w:eastAsia="en-GB"/>
        </w:rPr>
        <w:t xml:space="preserve">principles </w:t>
      </w:r>
      <w:r w:rsidRPr="00115668">
        <w:rPr>
          <w:lang w:eastAsia="en-GB"/>
        </w:rPr>
        <w:t>and procedures in anim</w:t>
      </w:r>
      <w:r w:rsidRPr="006A7F68">
        <w:rPr>
          <w:lang w:eastAsia="en-GB"/>
        </w:rPr>
        <w:t>al care workplaces and relevant field locations</w:t>
      </w:r>
      <w:r w:rsidR="00112E86">
        <w:rPr>
          <w:lang w:eastAsia="en-GB"/>
        </w:rPr>
        <w:t>, where animal care w</w:t>
      </w:r>
      <w:r w:rsidRPr="006A7F68">
        <w:rPr>
          <w:lang w:eastAsia="en-GB"/>
        </w:rPr>
        <w:t>orkplaces may include veterinary practices, catteries/kennels/shelters, pet grooming and equine services.</w:t>
      </w:r>
    </w:p>
    <w:p w14:paraId="47A0665E" w14:textId="0B0B5224" w:rsidR="000D7A46" w:rsidRPr="006A7F68" w:rsidRDefault="006A7F68" w:rsidP="006A7F68">
      <w:pPr>
        <w:pStyle w:val="BodyTextSI"/>
        <w:rPr>
          <w:lang w:eastAsia="en-GB"/>
        </w:rPr>
      </w:pPr>
      <w:r w:rsidRPr="006A7F68">
        <w:rPr>
          <w:lang w:eastAsia="en-GB"/>
        </w:rPr>
        <w:t xml:space="preserve">This unit applies to animal care workers who have a duty of care to maintain biosecurity and infection </w:t>
      </w:r>
      <w:r w:rsidR="00F069E3">
        <w:rPr>
          <w:lang w:eastAsia="en-GB"/>
        </w:rPr>
        <w:t xml:space="preserve">prevention and </w:t>
      </w:r>
      <w:r w:rsidRPr="006A7F68">
        <w:rPr>
          <w:lang w:eastAsia="en-GB"/>
        </w:rPr>
        <w:t>control standards. They work under broad direction, take responsibility for their own work, solve routine problems and use discretion and judgement in the use of available resources.</w:t>
      </w:r>
    </w:p>
    <w:p w14:paraId="3743C5F1" w14:textId="741CA7E0" w:rsidR="00D024B9" w:rsidRPr="001B4250" w:rsidRDefault="00D024B9" w:rsidP="00D024B9">
      <w:pPr>
        <w:pStyle w:val="BodyTextSI"/>
        <w:rPr>
          <w:rFonts w:cs="Arial"/>
          <w:b/>
          <w:bCs/>
          <w:color w:val="000000" w:themeColor="text2"/>
        </w:rPr>
      </w:pPr>
      <w:r w:rsidRPr="001B4250">
        <w:rPr>
          <w:rFonts w:cs="Arial"/>
          <w:b/>
          <w:bCs/>
          <w:color w:val="000000" w:themeColor="text2"/>
        </w:rPr>
        <w:t>Licensing, legislative, regulatory requirements</w:t>
      </w:r>
    </w:p>
    <w:p w14:paraId="340DE146" w14:textId="5210631C" w:rsidR="00D024B9" w:rsidRPr="001B4250" w:rsidRDefault="001B4250" w:rsidP="00D024B9">
      <w:pPr>
        <w:pStyle w:val="BodyTextSI"/>
        <w:rPr>
          <w:rFonts w:cs="Arial"/>
          <w:color w:val="000000" w:themeColor="text2"/>
        </w:rPr>
      </w:pPr>
      <w:r w:rsidRPr="006A7F68">
        <w:t>No licensing, legislative or certification requirements apply to this unit at the time of publication</w:t>
      </w:r>
      <w:r w:rsidRPr="001B4250">
        <w:rPr>
          <w:rFonts w:cs="Arial"/>
          <w:i/>
        </w:rPr>
        <w:t>.</w:t>
      </w:r>
    </w:p>
    <w:p w14:paraId="1C8F9B21" w14:textId="3F4CEDC9" w:rsidR="00B76B2F" w:rsidRPr="001B4250" w:rsidRDefault="00B76B2F" w:rsidP="00B76B2F">
      <w:pPr>
        <w:pStyle w:val="Heading4"/>
        <w:rPr>
          <w:rFonts w:ascii="Arial" w:hAnsi="Arial" w:cs="Arial"/>
          <w:b w:val="0"/>
          <w:bCs w:val="0"/>
          <w:i/>
          <w:iCs w:val="0"/>
          <w:color w:val="000000" w:themeColor="text2"/>
        </w:rPr>
      </w:pPr>
      <w:r w:rsidRPr="001B4250">
        <w:rPr>
          <w:rFonts w:ascii="Arial" w:hAnsi="Arial" w:cs="Arial"/>
          <w:color w:val="000000" w:themeColor="text2"/>
        </w:rPr>
        <w:t>Pre-requisite unit</w:t>
      </w:r>
    </w:p>
    <w:p w14:paraId="4C3F1116" w14:textId="4759EDE8" w:rsidR="00B76B2F" w:rsidRPr="001B4250" w:rsidRDefault="006A7F68" w:rsidP="00B76B2F">
      <w:pPr>
        <w:pStyle w:val="BodyTextSI"/>
        <w:rPr>
          <w:rFonts w:cs="Arial"/>
          <w:color w:val="000000" w:themeColor="text2"/>
        </w:rPr>
      </w:pPr>
      <w:r>
        <w:rPr>
          <w:rFonts w:cs="Arial"/>
          <w:color w:val="000000" w:themeColor="text2"/>
        </w:rPr>
        <w:t>Nil</w:t>
      </w:r>
    </w:p>
    <w:p w14:paraId="14B940A8" w14:textId="69E14BDC" w:rsidR="002539F9" w:rsidRPr="001B4250" w:rsidRDefault="002539F9" w:rsidP="002539F9">
      <w:pPr>
        <w:pStyle w:val="Heading4"/>
        <w:rPr>
          <w:rFonts w:ascii="Arial" w:hAnsi="Arial" w:cs="Arial"/>
          <w:b w:val="0"/>
          <w:bCs w:val="0"/>
          <w:i/>
          <w:iCs w:val="0"/>
          <w:color w:val="000000" w:themeColor="text2"/>
        </w:rPr>
      </w:pPr>
      <w:r w:rsidRPr="001B4250">
        <w:rPr>
          <w:rFonts w:ascii="Arial" w:hAnsi="Arial" w:cs="Arial"/>
          <w:color w:val="000000" w:themeColor="text2"/>
        </w:rPr>
        <w:t>Unit sector</w:t>
      </w:r>
    </w:p>
    <w:p w14:paraId="7B244E65" w14:textId="4AA2835A" w:rsidR="00B76B2F" w:rsidRPr="001B4250" w:rsidRDefault="00B1352D" w:rsidP="00D024B9">
      <w:pPr>
        <w:pStyle w:val="BodyTextSI"/>
        <w:rPr>
          <w:rFonts w:cs="Arial"/>
          <w:color w:val="000000" w:themeColor="text2"/>
        </w:rPr>
      </w:pPr>
      <w:r>
        <w:rPr>
          <w:rFonts w:cs="Arial"/>
          <w:color w:val="000000" w:themeColor="text2"/>
        </w:rPr>
        <w:t>Infection control (</w:t>
      </w:r>
      <w:r w:rsidR="006A7F68">
        <w:rPr>
          <w:rFonts w:cs="Arial"/>
          <w:color w:val="000000" w:themeColor="text2"/>
        </w:rPr>
        <w:t>INF</w:t>
      </w:r>
      <w:r>
        <w:rPr>
          <w:rFonts w:cs="Arial"/>
          <w:color w:val="000000" w:themeColor="text2"/>
        </w:rPr>
        <w:t>)</w:t>
      </w:r>
    </w:p>
    <w:tbl>
      <w:tblPr>
        <w:tblStyle w:val="TableGrid"/>
        <w:tblW w:w="0" w:type="auto"/>
        <w:tblInd w:w="27" w:type="dxa"/>
        <w:tblLook w:val="04A0" w:firstRow="1" w:lastRow="0" w:firstColumn="1" w:lastColumn="0" w:noHBand="0" w:noVBand="1"/>
      </w:tblPr>
      <w:tblGrid>
        <w:gridCol w:w="3512"/>
        <w:gridCol w:w="5954"/>
      </w:tblGrid>
      <w:tr w:rsidR="008A2237" w:rsidRPr="001B4250" w14:paraId="63332B22" w14:textId="77777777" w:rsidTr="008A2237">
        <w:tc>
          <w:tcPr>
            <w:tcW w:w="3512" w:type="dxa"/>
          </w:tcPr>
          <w:p w14:paraId="19345E85" w14:textId="4AA2ED8D" w:rsidR="008A2237" w:rsidRPr="001B4250" w:rsidRDefault="008A2237" w:rsidP="007E40E9">
            <w:pPr>
              <w:spacing w:after="120"/>
              <w:rPr>
                <w:rFonts w:ascii="Arial" w:hAnsi="Arial" w:cs="Arial"/>
                <w:color w:val="000000" w:themeColor="text2"/>
              </w:rPr>
            </w:pPr>
            <w:r w:rsidRPr="001B4250">
              <w:rPr>
                <w:rFonts w:ascii="Arial" w:hAnsi="Arial" w:cs="Arial"/>
                <w:b/>
              </w:rPr>
              <w:t>Elements</w:t>
            </w:r>
            <w:r w:rsidR="007E40E9" w:rsidRPr="001B4250">
              <w:rPr>
                <w:rFonts w:ascii="Arial" w:hAnsi="Arial" w:cs="Arial"/>
                <w:b/>
              </w:rPr>
              <w:br/>
            </w:r>
            <w:proofErr w:type="spellStart"/>
            <w:r w:rsidR="007E40E9" w:rsidRPr="001B4250">
              <w:rPr>
                <w:rFonts w:ascii="Arial" w:hAnsi="Arial" w:cs="Arial"/>
                <w:i/>
              </w:rPr>
              <w:t>Elements</w:t>
            </w:r>
            <w:proofErr w:type="spellEnd"/>
            <w:r w:rsidR="007E40E9" w:rsidRPr="001B4250">
              <w:rPr>
                <w:rFonts w:ascii="Arial" w:hAnsi="Arial" w:cs="Arial"/>
                <w:i/>
              </w:rPr>
              <w:t xml:space="preserve"> describe the essential outcomes.</w:t>
            </w:r>
          </w:p>
        </w:tc>
        <w:tc>
          <w:tcPr>
            <w:tcW w:w="5954" w:type="dxa"/>
          </w:tcPr>
          <w:p w14:paraId="53C86B1B" w14:textId="77777777" w:rsidR="008A2237" w:rsidRPr="001B4250" w:rsidRDefault="008A2237" w:rsidP="008A2237">
            <w:pPr>
              <w:spacing w:after="120"/>
              <w:rPr>
                <w:rFonts w:ascii="Arial" w:hAnsi="Arial" w:cs="Arial"/>
              </w:rPr>
            </w:pPr>
            <w:r w:rsidRPr="001B4250">
              <w:rPr>
                <w:rFonts w:ascii="Arial" w:hAnsi="Arial" w:cs="Arial"/>
                <w:b/>
              </w:rPr>
              <w:t>Performance criteria</w:t>
            </w:r>
          </w:p>
          <w:p w14:paraId="091AC639" w14:textId="47E472BF" w:rsidR="008A2237" w:rsidRPr="001B4250" w:rsidRDefault="00656877" w:rsidP="008A2237">
            <w:pPr>
              <w:pStyle w:val="SIText"/>
              <w:rPr>
                <w:rFonts w:cs="Arial"/>
                <w:color w:val="000000" w:themeColor="text2"/>
              </w:rPr>
            </w:pPr>
            <w:r w:rsidRPr="001B4250">
              <w:rPr>
                <w:rFonts w:cs="Arial"/>
                <w:i/>
              </w:rPr>
              <w:t>Performance criteria describe the performance needed to demonstrate achievement of the element.</w:t>
            </w:r>
          </w:p>
        </w:tc>
      </w:tr>
      <w:tr w:rsidR="00E9653C" w:rsidRPr="001B4250" w14:paraId="31426DAE" w14:textId="77777777" w:rsidTr="008A2237">
        <w:tc>
          <w:tcPr>
            <w:tcW w:w="3512" w:type="dxa"/>
          </w:tcPr>
          <w:p w14:paraId="3D0A9A8F" w14:textId="400F50FC" w:rsidR="00E9653C" w:rsidRPr="001B4250" w:rsidRDefault="00A67C83" w:rsidP="00876A49">
            <w:pPr>
              <w:pStyle w:val="SIText"/>
              <w:rPr>
                <w:rFonts w:cs="Arial"/>
                <w:color w:val="000000" w:themeColor="text2"/>
              </w:rPr>
            </w:pPr>
            <w:r w:rsidRPr="001B4250">
              <w:rPr>
                <w:rFonts w:cs="Arial"/>
                <w:color w:val="000000" w:themeColor="text2"/>
              </w:rPr>
              <w:t xml:space="preserve">1. </w:t>
            </w:r>
            <w:r w:rsidR="006A7F68">
              <w:rPr>
                <w:shd w:val="clear" w:color="auto" w:fill="FFFFFF"/>
              </w:rPr>
              <w:t xml:space="preserve">Follow biosecurity and </w:t>
            </w:r>
            <w:r w:rsidR="00F069E3">
              <w:rPr>
                <w:shd w:val="clear" w:color="auto" w:fill="FFFFFF"/>
              </w:rPr>
              <w:t>IPC</w:t>
            </w:r>
            <w:r w:rsidR="006A7F68">
              <w:rPr>
                <w:shd w:val="clear" w:color="auto" w:fill="FFFFFF"/>
              </w:rPr>
              <w:t xml:space="preserve"> </w:t>
            </w:r>
            <w:r w:rsidR="006A7F68" w:rsidRPr="00A061A9">
              <w:rPr>
                <w:shd w:val="clear" w:color="auto" w:fill="FFFFFF"/>
              </w:rPr>
              <w:t>guidelines</w:t>
            </w:r>
          </w:p>
        </w:tc>
        <w:tc>
          <w:tcPr>
            <w:tcW w:w="5954" w:type="dxa"/>
          </w:tcPr>
          <w:p w14:paraId="2625422E" w14:textId="150E6BBD" w:rsidR="00E9653C" w:rsidRPr="001B4250" w:rsidRDefault="00A67C83" w:rsidP="00876A49">
            <w:pPr>
              <w:pStyle w:val="SIText"/>
              <w:rPr>
                <w:rFonts w:cs="Arial"/>
                <w:color w:val="000000" w:themeColor="text2"/>
              </w:rPr>
            </w:pPr>
            <w:bookmarkStart w:id="0" w:name="OLE_LINK2"/>
            <w:r w:rsidRPr="001B4250">
              <w:rPr>
                <w:rFonts w:cs="Arial"/>
                <w:color w:val="000000" w:themeColor="text2"/>
              </w:rPr>
              <w:t>1.1</w:t>
            </w:r>
            <w:r w:rsidR="006A7F68">
              <w:rPr>
                <w:rFonts w:cs="Arial"/>
                <w:color w:val="000000" w:themeColor="text2"/>
              </w:rPr>
              <w:t xml:space="preserve"> </w:t>
            </w:r>
            <w:r w:rsidR="00A24E80">
              <w:rPr>
                <w:shd w:val="clear" w:color="auto" w:fill="FFFFFF"/>
              </w:rPr>
              <w:t>Apply standard precautions for biosecurity and IPC in all aspects of work</w:t>
            </w:r>
          </w:p>
          <w:bookmarkEnd w:id="0"/>
          <w:p w14:paraId="79C893DD" w14:textId="1BAE1130" w:rsidR="00A67C83" w:rsidRPr="001B4250" w:rsidRDefault="00A67C83" w:rsidP="00876A49">
            <w:pPr>
              <w:pStyle w:val="SIText"/>
              <w:rPr>
                <w:rFonts w:cs="Arial"/>
                <w:color w:val="000000" w:themeColor="text2"/>
              </w:rPr>
            </w:pPr>
            <w:r w:rsidRPr="001B4250">
              <w:rPr>
                <w:rFonts w:cs="Arial"/>
                <w:color w:val="000000" w:themeColor="text2"/>
              </w:rPr>
              <w:t>1.2</w:t>
            </w:r>
            <w:r w:rsidR="006A7F68">
              <w:rPr>
                <w:rFonts w:cs="Arial"/>
                <w:color w:val="000000" w:themeColor="text2"/>
              </w:rPr>
              <w:t xml:space="preserve"> </w:t>
            </w:r>
            <w:r w:rsidR="006A7F68">
              <w:rPr>
                <w:shd w:val="clear" w:color="auto" w:fill="FFFFFF"/>
              </w:rPr>
              <w:t>Apply additional, including transmission-based, precautions when standard precautions alone may not be sufficient to prevent transmission of infection</w:t>
            </w:r>
          </w:p>
          <w:p w14:paraId="5AD8264E" w14:textId="55344D3C" w:rsidR="00A67C83" w:rsidRPr="001B4250" w:rsidRDefault="00A67C83" w:rsidP="00876A49">
            <w:pPr>
              <w:pStyle w:val="SIText"/>
              <w:rPr>
                <w:rFonts w:cs="Arial"/>
                <w:color w:val="000000" w:themeColor="text2"/>
              </w:rPr>
            </w:pPr>
            <w:r w:rsidRPr="001B4250">
              <w:rPr>
                <w:rFonts w:cs="Arial"/>
                <w:color w:val="000000" w:themeColor="text2"/>
              </w:rPr>
              <w:t>1.3</w:t>
            </w:r>
            <w:r w:rsidR="00513DCD">
              <w:rPr>
                <w:rFonts w:cs="Arial"/>
                <w:color w:val="000000" w:themeColor="text2"/>
              </w:rPr>
              <w:t xml:space="preserve"> </w:t>
            </w:r>
            <w:r w:rsidR="00513DCD">
              <w:rPr>
                <w:shd w:val="clear" w:color="auto" w:fill="FFFFFF"/>
              </w:rPr>
              <w:t xml:space="preserve">Follow workplace reporting and documentation requirements related to </w:t>
            </w:r>
            <w:r w:rsidR="00F069E3">
              <w:rPr>
                <w:shd w:val="clear" w:color="auto" w:fill="FFFFFF"/>
              </w:rPr>
              <w:t>IPC</w:t>
            </w:r>
            <w:r w:rsidR="00513DCD">
              <w:rPr>
                <w:shd w:val="clear" w:color="auto" w:fill="FFFFFF"/>
              </w:rPr>
              <w:t xml:space="preserve"> procedures</w:t>
            </w:r>
          </w:p>
        </w:tc>
      </w:tr>
      <w:tr w:rsidR="00E9653C" w:rsidRPr="001B4250" w14:paraId="1D0106AD" w14:textId="77777777" w:rsidTr="008A2237">
        <w:tc>
          <w:tcPr>
            <w:tcW w:w="3512" w:type="dxa"/>
          </w:tcPr>
          <w:p w14:paraId="5C7682E7" w14:textId="127126F9" w:rsidR="00E9653C" w:rsidRPr="001B4250" w:rsidRDefault="00A67C83" w:rsidP="00876A49">
            <w:pPr>
              <w:pStyle w:val="SIText"/>
              <w:rPr>
                <w:rFonts w:cs="Arial"/>
                <w:color w:val="000000" w:themeColor="text2"/>
              </w:rPr>
            </w:pPr>
            <w:r w:rsidRPr="001B4250">
              <w:rPr>
                <w:rFonts w:cs="Arial"/>
                <w:color w:val="000000" w:themeColor="text2"/>
              </w:rPr>
              <w:t>2.</w:t>
            </w:r>
            <w:r w:rsidR="00E15BD5">
              <w:rPr>
                <w:shd w:val="clear" w:color="auto" w:fill="FBFBFB"/>
              </w:rPr>
              <w:t xml:space="preserve"> Recognise signs of abnormal health and disease in animals</w:t>
            </w:r>
          </w:p>
        </w:tc>
        <w:tc>
          <w:tcPr>
            <w:tcW w:w="5954" w:type="dxa"/>
          </w:tcPr>
          <w:p w14:paraId="546CA3EE" w14:textId="22289557" w:rsidR="00E15BD5" w:rsidRDefault="00E15BD5" w:rsidP="00876A49">
            <w:pPr>
              <w:pStyle w:val="SIText"/>
            </w:pPr>
            <w:r>
              <w:t>2.1 Identify signs of ill health or abnormal condition in animals that may indicate disease</w:t>
            </w:r>
          </w:p>
          <w:p w14:paraId="66D9C138" w14:textId="77777777" w:rsidR="00E15BD5" w:rsidRDefault="00E15BD5" w:rsidP="00876A49">
            <w:pPr>
              <w:pStyle w:val="SIText"/>
            </w:pPr>
            <w:r>
              <w:t>2.2 Recognise signs of potential infectious diseases in animals</w:t>
            </w:r>
          </w:p>
          <w:p w14:paraId="4AD66ED0" w14:textId="77777777" w:rsidR="00E15BD5" w:rsidRDefault="00E15BD5" w:rsidP="00876A49">
            <w:pPr>
              <w:pStyle w:val="SIText"/>
            </w:pPr>
            <w:r>
              <w:lastRenderedPageBreak/>
              <w:t>2.3 Maintain knowledge of main zoonoses and emerging contagious diseases relevant to animal care sector</w:t>
            </w:r>
          </w:p>
          <w:p w14:paraId="1F6609DD" w14:textId="6F537EBE" w:rsidR="00E15BD5" w:rsidRDefault="00E15BD5" w:rsidP="00876A49">
            <w:pPr>
              <w:pStyle w:val="SIText"/>
            </w:pPr>
            <w:r>
              <w:t xml:space="preserve">2.4 Report signs of </w:t>
            </w:r>
            <w:r w:rsidR="00BF0DCB">
              <w:t xml:space="preserve">animal </w:t>
            </w:r>
            <w:r>
              <w:t>ill health, including potential infectious and/or zoonotic disease, to supervisor and/or seek veterinarian advice according to workplace procedures</w:t>
            </w:r>
          </w:p>
          <w:p w14:paraId="4988B7D3" w14:textId="5ACF6D12" w:rsidR="00A67C83" w:rsidRPr="00E15BD5" w:rsidRDefault="00E15BD5" w:rsidP="00876A49">
            <w:pPr>
              <w:pStyle w:val="SIText"/>
            </w:pPr>
            <w:r>
              <w:t>2.5 Complete workplace records and follow procedures for reporting a notifiable disease to relevant personnel</w:t>
            </w:r>
          </w:p>
        </w:tc>
      </w:tr>
      <w:tr w:rsidR="00A67C83" w:rsidRPr="001B4250" w14:paraId="09B83DAF" w14:textId="77777777" w:rsidTr="008A2237">
        <w:tc>
          <w:tcPr>
            <w:tcW w:w="3512" w:type="dxa"/>
          </w:tcPr>
          <w:p w14:paraId="1F6B1751" w14:textId="3C5F5623" w:rsidR="00A67C83" w:rsidRPr="001B4250" w:rsidRDefault="00A67C83" w:rsidP="00876A49">
            <w:pPr>
              <w:pStyle w:val="SIText"/>
              <w:rPr>
                <w:rFonts w:cs="Arial"/>
                <w:color w:val="000000" w:themeColor="text2"/>
              </w:rPr>
            </w:pPr>
            <w:r w:rsidRPr="001B4250">
              <w:rPr>
                <w:rFonts w:cs="Arial"/>
                <w:color w:val="000000" w:themeColor="text2"/>
              </w:rPr>
              <w:lastRenderedPageBreak/>
              <w:t>3</w:t>
            </w:r>
            <w:r w:rsidR="00E15BD5">
              <w:rPr>
                <w:rFonts w:cs="Arial"/>
                <w:color w:val="000000" w:themeColor="text2"/>
              </w:rPr>
              <w:t xml:space="preserve">. </w:t>
            </w:r>
            <w:r w:rsidR="00021D6D" w:rsidRPr="006552A5">
              <w:t>Identify and respond to infection risks</w:t>
            </w:r>
          </w:p>
        </w:tc>
        <w:tc>
          <w:tcPr>
            <w:tcW w:w="5954" w:type="dxa"/>
          </w:tcPr>
          <w:p w14:paraId="5E68FADE" w14:textId="77777777" w:rsidR="00021D6D" w:rsidRPr="006552A5" w:rsidRDefault="00021D6D" w:rsidP="00876A49">
            <w:pPr>
              <w:pStyle w:val="SIText"/>
            </w:pPr>
            <w:r w:rsidRPr="006552A5">
              <w:t xml:space="preserve">3.1 Identify infection risks and report according to workplace procedures </w:t>
            </w:r>
          </w:p>
          <w:p w14:paraId="7C6D0936" w14:textId="77777777" w:rsidR="00021D6D" w:rsidRPr="006552A5" w:rsidRDefault="00021D6D" w:rsidP="00876A49">
            <w:pPr>
              <w:pStyle w:val="SIText"/>
            </w:pPr>
            <w:r w:rsidRPr="006552A5">
              <w:t xml:space="preserve">3.2 Implement specific risk response according to workplace procedures </w:t>
            </w:r>
          </w:p>
          <w:p w14:paraId="7E075267" w14:textId="77777777" w:rsidR="00021D6D" w:rsidRPr="006552A5" w:rsidRDefault="00021D6D" w:rsidP="00876A49">
            <w:pPr>
              <w:pStyle w:val="SIText"/>
            </w:pPr>
            <w:r w:rsidRPr="006552A5">
              <w:t xml:space="preserve">3.3 Follow workplace protocols for care following cuts, injury or exposure to bodily fluids and excrement </w:t>
            </w:r>
          </w:p>
          <w:p w14:paraId="79F127EF" w14:textId="77777777" w:rsidR="00021D6D" w:rsidRPr="006552A5" w:rsidRDefault="00021D6D" w:rsidP="00876A49">
            <w:pPr>
              <w:pStyle w:val="SIText"/>
            </w:pPr>
            <w:r w:rsidRPr="006552A5">
              <w:t>3.4 Remove biological spills following workplace procedures</w:t>
            </w:r>
          </w:p>
          <w:p w14:paraId="6A6A43CF" w14:textId="24E7FA66" w:rsidR="00A67C83" w:rsidRPr="001B4250" w:rsidRDefault="00021D6D" w:rsidP="00876A49">
            <w:pPr>
              <w:pStyle w:val="SIText"/>
              <w:rPr>
                <w:rFonts w:cs="Arial"/>
                <w:color w:val="000000" w:themeColor="text2"/>
              </w:rPr>
            </w:pPr>
            <w:r w:rsidRPr="006552A5">
              <w:t xml:space="preserve">3.5 Report </w:t>
            </w:r>
            <w:r w:rsidR="008D1D4E">
              <w:t xml:space="preserve">IPC </w:t>
            </w:r>
            <w:r w:rsidRPr="006552A5">
              <w:t>accidents/incidents and action risk control procedures</w:t>
            </w:r>
          </w:p>
        </w:tc>
      </w:tr>
      <w:tr w:rsidR="00021D6D" w:rsidRPr="001B4250" w14:paraId="3FDA1807" w14:textId="77777777" w:rsidTr="008A2237">
        <w:tc>
          <w:tcPr>
            <w:tcW w:w="3512" w:type="dxa"/>
          </w:tcPr>
          <w:p w14:paraId="0EEA5F93" w14:textId="6C68F9A9" w:rsidR="00021D6D" w:rsidRPr="001B4250" w:rsidRDefault="00021D6D" w:rsidP="00876A49">
            <w:pPr>
              <w:pStyle w:val="SIText"/>
              <w:rPr>
                <w:rFonts w:cs="Arial"/>
                <w:color w:val="000000" w:themeColor="text2"/>
              </w:rPr>
            </w:pPr>
            <w:r w:rsidRPr="006552A5">
              <w:t>4. Maintain personal protection</w:t>
            </w:r>
          </w:p>
        </w:tc>
        <w:tc>
          <w:tcPr>
            <w:tcW w:w="5954" w:type="dxa"/>
          </w:tcPr>
          <w:p w14:paraId="7F93CB3E" w14:textId="77777777" w:rsidR="00021D6D" w:rsidRPr="006552A5" w:rsidRDefault="00021D6D" w:rsidP="00876A49">
            <w:pPr>
              <w:pStyle w:val="SIText"/>
            </w:pPr>
            <w:r w:rsidRPr="006552A5">
              <w:t>4.1 Maintain personal vaccinations/immunisations according to workplace requirements</w:t>
            </w:r>
          </w:p>
          <w:p w14:paraId="63E910D8" w14:textId="77777777" w:rsidR="00021D6D" w:rsidRPr="006552A5" w:rsidRDefault="00021D6D" w:rsidP="00876A49">
            <w:pPr>
              <w:pStyle w:val="SIText"/>
            </w:pPr>
            <w:r w:rsidRPr="006552A5">
              <w:t>4.2 Maintain hand hygiene before and after animal contact and any activity likely to cause cross-contamination</w:t>
            </w:r>
          </w:p>
          <w:p w14:paraId="50614D2A" w14:textId="237BC9D3" w:rsidR="00021D6D" w:rsidRPr="006552A5" w:rsidRDefault="00021D6D" w:rsidP="00876A49">
            <w:pPr>
              <w:pStyle w:val="SIText"/>
            </w:pPr>
            <w:r w:rsidRPr="006552A5">
              <w:t>4.</w:t>
            </w:r>
            <w:r w:rsidR="00FE4498">
              <w:t>3</w:t>
            </w:r>
            <w:r w:rsidRPr="006552A5">
              <w:t xml:space="preserve"> Select, fit and use personal protective equipment and contamination prevention clothing according to workplace requirements</w:t>
            </w:r>
          </w:p>
        </w:tc>
      </w:tr>
      <w:tr w:rsidR="00876A49" w:rsidRPr="001B4250" w14:paraId="42761D51" w14:textId="77777777" w:rsidTr="008A2237">
        <w:tc>
          <w:tcPr>
            <w:tcW w:w="3512" w:type="dxa"/>
          </w:tcPr>
          <w:p w14:paraId="0E46D79D" w14:textId="45D0EFD1" w:rsidR="00876A49" w:rsidRPr="006552A5" w:rsidRDefault="00876A49" w:rsidP="00876A49">
            <w:pPr>
              <w:pStyle w:val="SIText"/>
            </w:pPr>
            <w:r w:rsidRPr="006552A5">
              <w:t>5. Prevent spread of potential pathogens</w:t>
            </w:r>
          </w:p>
        </w:tc>
        <w:tc>
          <w:tcPr>
            <w:tcW w:w="5954" w:type="dxa"/>
          </w:tcPr>
          <w:p w14:paraId="198280A4" w14:textId="77777777" w:rsidR="00876A49" w:rsidRPr="006552A5" w:rsidRDefault="00876A49" w:rsidP="00876A49">
            <w:pPr>
              <w:pStyle w:val="SIText"/>
            </w:pPr>
            <w:r w:rsidRPr="006552A5">
              <w:t>5.1 Demarcate and maintain clean and contaminated zones in all aspects of animal care work</w:t>
            </w:r>
          </w:p>
          <w:p w14:paraId="3E8DC6E8" w14:textId="77777777" w:rsidR="00876A49" w:rsidRPr="006552A5" w:rsidRDefault="00876A49" w:rsidP="00876A49">
            <w:pPr>
              <w:pStyle w:val="SIText"/>
            </w:pPr>
            <w:r w:rsidRPr="006552A5">
              <w:t>5.2 Follow demarcation procedures involving the movement of animals within or between facilities</w:t>
            </w:r>
          </w:p>
          <w:p w14:paraId="60147604" w14:textId="77777777" w:rsidR="00876A49" w:rsidRPr="006552A5" w:rsidRDefault="00876A49" w:rsidP="00876A49">
            <w:pPr>
              <w:pStyle w:val="SIText"/>
            </w:pPr>
            <w:r w:rsidRPr="006552A5">
              <w:t>5.3 Isolate animals identified or suspected of presenting with a contagious or zoonotic disease and seek veterinary advice</w:t>
            </w:r>
          </w:p>
          <w:p w14:paraId="0C005917" w14:textId="77777777" w:rsidR="00876A49" w:rsidRPr="006552A5" w:rsidRDefault="00876A49" w:rsidP="00876A49">
            <w:pPr>
              <w:pStyle w:val="SIText"/>
            </w:pPr>
            <w:r w:rsidRPr="006552A5">
              <w:t>5.4 Clean, disinfect and/or sterilise work surfaces, materials, equipment and instruments</w:t>
            </w:r>
          </w:p>
          <w:p w14:paraId="04666E79" w14:textId="77777777" w:rsidR="00876A49" w:rsidRPr="006552A5" w:rsidRDefault="00876A49" w:rsidP="00876A49">
            <w:pPr>
              <w:pStyle w:val="SIText"/>
            </w:pPr>
            <w:r w:rsidRPr="006552A5">
              <w:t>5.5 Handle and process soiled laundry and protective clothing according to workplace procedures</w:t>
            </w:r>
          </w:p>
          <w:p w14:paraId="68A8C463" w14:textId="77777777" w:rsidR="00876A49" w:rsidRPr="006552A5" w:rsidRDefault="00876A49" w:rsidP="00876A49">
            <w:pPr>
              <w:pStyle w:val="SIText"/>
            </w:pPr>
            <w:r w:rsidRPr="006552A5">
              <w:t>5.6 Identify hazards to animal and human health from food sources and implement methods used to manage potential risks</w:t>
            </w:r>
          </w:p>
          <w:p w14:paraId="2D82FF27" w14:textId="77777777" w:rsidR="00876A49" w:rsidRPr="006552A5" w:rsidRDefault="00876A49" w:rsidP="00876A49">
            <w:pPr>
              <w:pStyle w:val="SIText"/>
            </w:pPr>
            <w:r w:rsidRPr="006552A5">
              <w:t>5.7 Follow workplace rodent and vector control procedures</w:t>
            </w:r>
          </w:p>
          <w:p w14:paraId="1583584F" w14:textId="77777777" w:rsidR="00876A49" w:rsidRPr="006552A5" w:rsidRDefault="00876A49" w:rsidP="00876A49">
            <w:pPr>
              <w:pStyle w:val="SIText"/>
            </w:pPr>
            <w:r w:rsidRPr="006552A5">
              <w:t>5.8 Handle and dispose of biological and general waste according to environmental and workplace requirements</w:t>
            </w:r>
          </w:p>
          <w:p w14:paraId="4ECA5044" w14:textId="5EFA764C" w:rsidR="00876A49" w:rsidRPr="006552A5" w:rsidRDefault="00876A49" w:rsidP="00876A49">
            <w:pPr>
              <w:pStyle w:val="SIText"/>
            </w:pPr>
            <w:r w:rsidRPr="006552A5">
              <w:lastRenderedPageBreak/>
              <w:t xml:space="preserve">5.9 Provide animal care facility clients/customers with information regarding biosecurity and </w:t>
            </w:r>
            <w:r w:rsidR="00215472">
              <w:t>IPC</w:t>
            </w:r>
            <w:r w:rsidRPr="006552A5">
              <w:t>, including risks of zoonoses</w:t>
            </w:r>
          </w:p>
        </w:tc>
      </w:tr>
      <w:tr w:rsidR="00876A49" w:rsidRPr="001B4250" w14:paraId="26DD2954" w14:textId="77777777" w:rsidTr="008A2237">
        <w:tc>
          <w:tcPr>
            <w:tcW w:w="3512" w:type="dxa"/>
          </w:tcPr>
          <w:p w14:paraId="6B081D33" w14:textId="17676956" w:rsidR="00876A49" w:rsidRPr="006552A5" w:rsidRDefault="00876A49" w:rsidP="00876A49">
            <w:pPr>
              <w:pStyle w:val="SIText"/>
            </w:pPr>
            <w:r w:rsidRPr="006552A5">
              <w:lastRenderedPageBreak/>
              <w:t>6. Contribute to incursion readiness processes</w:t>
            </w:r>
          </w:p>
        </w:tc>
        <w:tc>
          <w:tcPr>
            <w:tcW w:w="5954" w:type="dxa"/>
          </w:tcPr>
          <w:p w14:paraId="55C22F1D" w14:textId="77777777" w:rsidR="00876A49" w:rsidRPr="006552A5" w:rsidRDefault="00876A49" w:rsidP="00876A49">
            <w:pPr>
              <w:pStyle w:val="SIText"/>
            </w:pPr>
            <w:r w:rsidRPr="006552A5">
              <w:t>6.1 Maintain infectious disease control kit for responding to infectious disease outbreaks and suspected outbreaks</w:t>
            </w:r>
          </w:p>
          <w:p w14:paraId="15964C58" w14:textId="499928DC" w:rsidR="00876A49" w:rsidRPr="006552A5" w:rsidRDefault="00876A49" w:rsidP="00876A49">
            <w:pPr>
              <w:pStyle w:val="SIText"/>
            </w:pPr>
            <w:r w:rsidRPr="006552A5">
              <w:t xml:space="preserve">6.2 Make contributions to the review and revision of the workplace biosecurity and </w:t>
            </w:r>
            <w:r w:rsidR="00282500">
              <w:t>IPC</w:t>
            </w:r>
            <w:r w:rsidRPr="006552A5">
              <w:t xml:space="preserve"> plan</w:t>
            </w:r>
          </w:p>
          <w:p w14:paraId="31550CEA" w14:textId="13C1654E" w:rsidR="00876A49" w:rsidRPr="006552A5" w:rsidRDefault="00876A49" w:rsidP="00876A49">
            <w:pPr>
              <w:pStyle w:val="SIText"/>
            </w:pPr>
            <w:r w:rsidRPr="006552A5">
              <w:t xml:space="preserve">6.3 Update and maintain biosecurity and </w:t>
            </w:r>
            <w:r w:rsidR="00282500">
              <w:t>IPC</w:t>
            </w:r>
            <w:r w:rsidRPr="006552A5">
              <w:t xml:space="preserve"> documentation according to workplace policies and procedures</w:t>
            </w:r>
          </w:p>
        </w:tc>
      </w:tr>
    </w:tbl>
    <w:p w14:paraId="0965687E" w14:textId="77777777" w:rsidR="006A5CF9" w:rsidRPr="001B4250" w:rsidRDefault="006A5CF9" w:rsidP="006275E3">
      <w:pPr>
        <w:pStyle w:val="Heading4"/>
        <w:rPr>
          <w:rFonts w:ascii="Arial" w:hAnsi="Arial" w:cs="Arial"/>
          <w:color w:val="000000" w:themeColor="text2"/>
        </w:rPr>
      </w:pPr>
    </w:p>
    <w:p w14:paraId="5BEB7EBC" w14:textId="69BACE8D" w:rsidR="006275E3" w:rsidRPr="001B4250" w:rsidRDefault="006A5CF9" w:rsidP="006275E3">
      <w:pPr>
        <w:pStyle w:val="Heading4"/>
        <w:rPr>
          <w:rFonts w:ascii="Arial" w:hAnsi="Arial" w:cs="Arial"/>
          <w:b w:val="0"/>
          <w:bCs w:val="0"/>
        </w:rPr>
      </w:pPr>
      <w:r w:rsidRPr="001B4250">
        <w:rPr>
          <w:rFonts w:ascii="Arial" w:hAnsi="Arial" w:cs="Arial"/>
          <w:color w:val="000000" w:themeColor="text2"/>
        </w:rPr>
        <w:t>F</w:t>
      </w:r>
      <w:r w:rsidR="00A83F69" w:rsidRPr="001B4250">
        <w:rPr>
          <w:rFonts w:ascii="Arial" w:hAnsi="Arial" w:cs="Arial"/>
          <w:color w:val="000000" w:themeColor="text2"/>
        </w:rPr>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1B4250" w14:paraId="6E035243" w14:textId="77777777" w:rsidTr="00726491">
        <w:tc>
          <w:tcPr>
            <w:tcW w:w="1880" w:type="dxa"/>
          </w:tcPr>
          <w:p w14:paraId="1B1FC08B" w14:textId="10EC77E6" w:rsidR="00726491" w:rsidRPr="001B4250" w:rsidRDefault="00726491" w:rsidP="00726491">
            <w:pPr>
              <w:pStyle w:val="BodyTextSI"/>
              <w:rPr>
                <w:rFonts w:cs="Arial"/>
                <w:b/>
                <w:bCs/>
                <w:color w:val="000000" w:themeColor="text2"/>
              </w:rPr>
            </w:pPr>
            <w:r w:rsidRPr="001B4250">
              <w:rPr>
                <w:rFonts w:cs="Arial"/>
                <w:b/>
                <w:bCs/>
                <w:color w:val="000000" w:themeColor="text2"/>
              </w:rPr>
              <w:t>Learning</w:t>
            </w:r>
          </w:p>
        </w:tc>
        <w:tc>
          <w:tcPr>
            <w:tcW w:w="1880" w:type="dxa"/>
          </w:tcPr>
          <w:p w14:paraId="2C2A6618" w14:textId="4372DF00" w:rsidR="00726491" w:rsidRPr="001B4250" w:rsidRDefault="00726491" w:rsidP="00726491">
            <w:pPr>
              <w:pStyle w:val="BodyTextSI"/>
              <w:rPr>
                <w:rFonts w:cs="Arial"/>
                <w:b/>
                <w:bCs/>
                <w:color w:val="000000" w:themeColor="text2"/>
              </w:rPr>
            </w:pPr>
            <w:r w:rsidRPr="001B4250">
              <w:rPr>
                <w:rFonts w:cs="Arial"/>
                <w:b/>
                <w:bCs/>
                <w:color w:val="000000" w:themeColor="text2"/>
              </w:rPr>
              <w:t>Reading</w:t>
            </w:r>
          </w:p>
        </w:tc>
        <w:tc>
          <w:tcPr>
            <w:tcW w:w="1880" w:type="dxa"/>
          </w:tcPr>
          <w:p w14:paraId="719B7923" w14:textId="274AE6DF" w:rsidR="00726491" w:rsidRPr="001B4250" w:rsidRDefault="00726491" w:rsidP="00726491">
            <w:pPr>
              <w:pStyle w:val="BodyTextSI"/>
              <w:rPr>
                <w:rFonts w:cs="Arial"/>
                <w:b/>
                <w:bCs/>
                <w:color w:val="000000" w:themeColor="text2"/>
              </w:rPr>
            </w:pPr>
            <w:r w:rsidRPr="001B4250">
              <w:rPr>
                <w:rFonts w:cs="Arial"/>
                <w:b/>
                <w:bCs/>
                <w:color w:val="000000" w:themeColor="text2"/>
              </w:rPr>
              <w:t>Writing</w:t>
            </w:r>
          </w:p>
        </w:tc>
        <w:tc>
          <w:tcPr>
            <w:tcW w:w="1881" w:type="dxa"/>
          </w:tcPr>
          <w:p w14:paraId="74832C6C" w14:textId="62FDE15C" w:rsidR="00726491" w:rsidRPr="001B4250" w:rsidRDefault="00726491" w:rsidP="00726491">
            <w:pPr>
              <w:pStyle w:val="BodyTextSI"/>
              <w:rPr>
                <w:rFonts w:cs="Arial"/>
                <w:b/>
                <w:bCs/>
                <w:color w:val="000000" w:themeColor="text2"/>
              </w:rPr>
            </w:pPr>
            <w:r w:rsidRPr="001B4250">
              <w:rPr>
                <w:rFonts w:cs="Arial"/>
                <w:b/>
                <w:bCs/>
                <w:color w:val="000000" w:themeColor="text2"/>
              </w:rPr>
              <w:t>Oral communication</w:t>
            </w:r>
          </w:p>
        </w:tc>
        <w:tc>
          <w:tcPr>
            <w:tcW w:w="2255" w:type="dxa"/>
          </w:tcPr>
          <w:p w14:paraId="674C1D0C" w14:textId="3E45BCD6" w:rsidR="00726491" w:rsidRPr="001B4250" w:rsidRDefault="00726491" w:rsidP="00726491">
            <w:pPr>
              <w:pStyle w:val="BodyTextSI"/>
              <w:rPr>
                <w:rFonts w:cs="Arial"/>
                <w:b/>
                <w:bCs/>
                <w:color w:val="000000" w:themeColor="text2"/>
              </w:rPr>
            </w:pPr>
            <w:r w:rsidRPr="001B4250">
              <w:rPr>
                <w:rFonts w:cs="Arial"/>
                <w:b/>
                <w:bCs/>
                <w:color w:val="000000" w:themeColor="text2"/>
              </w:rPr>
              <w:t>Numeracy</w:t>
            </w:r>
          </w:p>
        </w:tc>
      </w:tr>
      <w:tr w:rsidR="00C602DE" w:rsidRPr="001B4250" w14:paraId="392C0B40" w14:textId="77777777" w:rsidTr="00726491">
        <w:tc>
          <w:tcPr>
            <w:tcW w:w="1880" w:type="dxa"/>
          </w:tcPr>
          <w:p w14:paraId="1077CCAE" w14:textId="52035699" w:rsidR="00726491" w:rsidRPr="001B4250" w:rsidRDefault="004133A1" w:rsidP="00726491">
            <w:pPr>
              <w:pStyle w:val="BodyTextSI"/>
              <w:rPr>
                <w:rFonts w:cs="Arial"/>
                <w:color w:val="000000" w:themeColor="text2"/>
              </w:rPr>
            </w:pPr>
            <w:r>
              <w:rPr>
                <w:rFonts w:cs="Arial"/>
                <w:color w:val="000000" w:themeColor="text2"/>
              </w:rPr>
              <w:t>3</w:t>
            </w:r>
          </w:p>
        </w:tc>
        <w:tc>
          <w:tcPr>
            <w:tcW w:w="1880" w:type="dxa"/>
          </w:tcPr>
          <w:p w14:paraId="5EF3D7E5" w14:textId="651DFC94" w:rsidR="00726491" w:rsidRPr="001B4250" w:rsidRDefault="004133A1" w:rsidP="00726491">
            <w:pPr>
              <w:pStyle w:val="BodyTextSI"/>
              <w:rPr>
                <w:rFonts w:cs="Arial"/>
                <w:color w:val="000000" w:themeColor="text2"/>
              </w:rPr>
            </w:pPr>
            <w:r>
              <w:rPr>
                <w:rFonts w:cs="Arial"/>
                <w:color w:val="000000" w:themeColor="text2"/>
              </w:rPr>
              <w:t>3</w:t>
            </w:r>
          </w:p>
        </w:tc>
        <w:tc>
          <w:tcPr>
            <w:tcW w:w="1880" w:type="dxa"/>
          </w:tcPr>
          <w:p w14:paraId="4BAE5E3B" w14:textId="4A6FA12B" w:rsidR="00726491" w:rsidRPr="001B4250" w:rsidRDefault="004133A1" w:rsidP="00726491">
            <w:pPr>
              <w:pStyle w:val="BodyTextSI"/>
              <w:rPr>
                <w:rFonts w:cs="Arial"/>
                <w:color w:val="000000" w:themeColor="text2"/>
              </w:rPr>
            </w:pPr>
            <w:r>
              <w:rPr>
                <w:rFonts w:cs="Arial"/>
                <w:color w:val="000000" w:themeColor="text2"/>
              </w:rPr>
              <w:t>3</w:t>
            </w:r>
          </w:p>
        </w:tc>
        <w:tc>
          <w:tcPr>
            <w:tcW w:w="1881" w:type="dxa"/>
          </w:tcPr>
          <w:p w14:paraId="7B61E8CD" w14:textId="3786BB93" w:rsidR="00726491" w:rsidRPr="001B4250" w:rsidRDefault="004133A1" w:rsidP="00726491">
            <w:pPr>
              <w:pStyle w:val="BodyTextSI"/>
              <w:rPr>
                <w:rFonts w:cs="Arial"/>
                <w:color w:val="000000" w:themeColor="text2"/>
              </w:rPr>
            </w:pPr>
            <w:r>
              <w:rPr>
                <w:rFonts w:cs="Arial"/>
                <w:color w:val="000000" w:themeColor="text2"/>
              </w:rPr>
              <w:t>3</w:t>
            </w:r>
          </w:p>
        </w:tc>
        <w:tc>
          <w:tcPr>
            <w:tcW w:w="2255" w:type="dxa"/>
          </w:tcPr>
          <w:p w14:paraId="762D0BD6" w14:textId="46D6BEC8" w:rsidR="00726491" w:rsidRPr="001B4250" w:rsidRDefault="004133A1" w:rsidP="00726491">
            <w:pPr>
              <w:pStyle w:val="BodyTextSI"/>
              <w:rPr>
                <w:rFonts w:cs="Arial"/>
                <w:color w:val="000000" w:themeColor="text2"/>
              </w:rPr>
            </w:pPr>
            <w:r>
              <w:rPr>
                <w:rFonts w:cs="Arial"/>
                <w:color w:val="000000" w:themeColor="text2"/>
              </w:rPr>
              <w:t>3</w:t>
            </w:r>
          </w:p>
        </w:tc>
      </w:tr>
    </w:tbl>
    <w:p w14:paraId="1B7D8BEA" w14:textId="77777777" w:rsidR="004133A1" w:rsidRPr="004133A1" w:rsidRDefault="004133A1" w:rsidP="004133A1">
      <w:pPr>
        <w:pStyle w:val="BodyTextSI"/>
      </w:pPr>
    </w:p>
    <w:p w14:paraId="15005F50" w14:textId="261B07C9" w:rsidR="00FB2F6B" w:rsidRPr="001B4250" w:rsidRDefault="00FB2F6B" w:rsidP="00D024B9">
      <w:pPr>
        <w:pStyle w:val="BodyTextSI"/>
        <w:rPr>
          <w:rFonts w:cs="Arial"/>
          <w:b/>
          <w:bCs/>
          <w:color w:val="000000" w:themeColor="text2"/>
          <w:sz w:val="28"/>
          <w:szCs w:val="28"/>
        </w:rPr>
      </w:pPr>
      <w:r w:rsidRPr="001B4250">
        <w:rPr>
          <w:rFonts w:cs="Arial"/>
          <w:b/>
          <w:bCs/>
          <w:color w:val="000000" w:themeColor="text2"/>
          <w:sz w:val="28"/>
          <w:szCs w:val="28"/>
        </w:rPr>
        <w:t>Assessment Requirements</w:t>
      </w:r>
    </w:p>
    <w:p w14:paraId="6D8C9B22" w14:textId="7DAF89F3" w:rsidR="00FB2F6B" w:rsidRPr="001B4250" w:rsidRDefault="00FB2F6B" w:rsidP="00D024B9">
      <w:pPr>
        <w:pStyle w:val="BodyTextSI"/>
        <w:rPr>
          <w:rFonts w:cs="Arial"/>
          <w:b/>
          <w:bCs/>
          <w:color w:val="000000" w:themeColor="text2"/>
        </w:rPr>
      </w:pPr>
      <w:r w:rsidRPr="001B4250">
        <w:rPr>
          <w:rFonts w:cs="Arial"/>
          <w:b/>
          <w:bCs/>
          <w:color w:val="000000" w:themeColor="text2"/>
        </w:rPr>
        <w:t>Performance evidence</w:t>
      </w:r>
    </w:p>
    <w:p w14:paraId="318DF84C" w14:textId="6923310C" w:rsidR="00B52B3F" w:rsidRPr="00B52B3F" w:rsidRDefault="00B52B3F" w:rsidP="00B52B3F">
      <w:pPr>
        <w:pStyle w:val="BodyTextSI"/>
      </w:pPr>
      <w:r w:rsidRPr="00B52B3F">
        <w:t xml:space="preserve">An individual demonstrating competency must satisfy </w:t>
      </w:r>
      <w:proofErr w:type="gramStart"/>
      <w:r w:rsidRPr="00B52B3F">
        <w:t>all of</w:t>
      </w:r>
      <w:proofErr w:type="gramEnd"/>
      <w:r w:rsidRPr="00B52B3F">
        <w:t xml:space="preserve"> the elements and performance criteria in this unit. There must be evidence that the individual has:</w:t>
      </w:r>
    </w:p>
    <w:p w14:paraId="7D424F33" w14:textId="66ADDD09" w:rsidR="00876A49" w:rsidRPr="00B52B3F" w:rsidRDefault="003504D6" w:rsidP="00B52B3F">
      <w:pPr>
        <w:pStyle w:val="SIBulletList1"/>
      </w:pPr>
      <w:r>
        <w:t>r</w:t>
      </w:r>
      <w:r w:rsidR="00876A49" w:rsidRPr="00B52B3F">
        <w:t>eview</w:t>
      </w:r>
      <w:r w:rsidR="00B52B3F" w:rsidRPr="00B52B3F">
        <w:t>ed</w:t>
      </w:r>
      <w:r w:rsidR="00876A49" w:rsidRPr="00B52B3F">
        <w:t xml:space="preserve"> workplace biosecurity and infection </w:t>
      </w:r>
      <w:r w:rsidR="004F6FB0">
        <w:t xml:space="preserve">prevention and </w:t>
      </w:r>
      <w:r w:rsidR="00876A49" w:rsidRPr="00B52B3F">
        <w:t>control policy and procedures in an animal care environment to:</w:t>
      </w:r>
    </w:p>
    <w:p w14:paraId="73E55C73" w14:textId="77777777" w:rsidR="00876A49" w:rsidRPr="00B52B3F" w:rsidRDefault="00876A49" w:rsidP="00B52B3F">
      <w:pPr>
        <w:pStyle w:val="SIBulletList2"/>
      </w:pPr>
      <w:r w:rsidRPr="00B52B3F">
        <w:t>identify requirements relevant to an animal carer’s role</w:t>
      </w:r>
    </w:p>
    <w:p w14:paraId="41188A75" w14:textId="62B593B5" w:rsidR="00876A49" w:rsidRPr="00B52B3F" w:rsidRDefault="00876A49" w:rsidP="00B52B3F">
      <w:pPr>
        <w:pStyle w:val="SIBulletList2"/>
      </w:pPr>
      <w:r w:rsidRPr="00B52B3F">
        <w:t xml:space="preserve">contribute at least two suggestions for </w:t>
      </w:r>
      <w:r w:rsidR="00B12ADC">
        <w:t>improvements</w:t>
      </w:r>
      <w:r w:rsidR="00A323E0">
        <w:t xml:space="preserve"> to </w:t>
      </w:r>
      <w:r w:rsidR="00A82740">
        <w:t>organisation’s policies or procedures</w:t>
      </w:r>
    </w:p>
    <w:p w14:paraId="65848CE2" w14:textId="6D53E5F2" w:rsidR="00876A49" w:rsidRPr="00B52B3F" w:rsidRDefault="003504D6" w:rsidP="00B52B3F">
      <w:pPr>
        <w:pStyle w:val="SIBulletList1"/>
      </w:pPr>
      <w:r>
        <w:t>r</w:t>
      </w:r>
      <w:r w:rsidR="00876A49" w:rsidRPr="00B52B3F">
        <w:t>ecognise</w:t>
      </w:r>
      <w:r w:rsidR="00B52B3F" w:rsidRPr="00B52B3F">
        <w:t>d</w:t>
      </w:r>
      <w:r w:rsidR="00876A49" w:rsidRPr="00B52B3F">
        <w:t xml:space="preserve"> signs of at least four different infectious diseases (including at least two zoonotic diseases) in two different animal species </w:t>
      </w:r>
    </w:p>
    <w:p w14:paraId="291DA6E6" w14:textId="6AF07A97" w:rsidR="00876A49" w:rsidRPr="00B52B3F" w:rsidRDefault="003504D6" w:rsidP="00B52B3F">
      <w:pPr>
        <w:pStyle w:val="SIBulletList1"/>
      </w:pPr>
      <w:r>
        <w:t>c</w:t>
      </w:r>
      <w:r w:rsidR="00876A49" w:rsidRPr="00B52B3F">
        <w:t>arr</w:t>
      </w:r>
      <w:r w:rsidR="00B52B3F">
        <w:t>ied</w:t>
      </w:r>
      <w:r w:rsidR="00876A49" w:rsidRPr="00B52B3F">
        <w:t xml:space="preserve"> out </w:t>
      </w:r>
      <w:r w:rsidR="004F6FB0">
        <w:t>infection prevention and control</w:t>
      </w:r>
      <w:r w:rsidR="00876A49" w:rsidRPr="00B52B3F">
        <w:t xml:space="preserve"> activities on at least three separate occasions to prevent the transfer of disease in the following situations:</w:t>
      </w:r>
    </w:p>
    <w:p w14:paraId="71989580" w14:textId="77777777" w:rsidR="00876A49" w:rsidRPr="000E1AC7" w:rsidRDefault="00876A49" w:rsidP="00B52B3F">
      <w:pPr>
        <w:pStyle w:val="SIBulletList2"/>
      </w:pPr>
      <w:r w:rsidRPr="000E1AC7">
        <w:t>animal to person</w:t>
      </w:r>
    </w:p>
    <w:p w14:paraId="306435D2" w14:textId="39FB8903" w:rsidR="00C602DE" w:rsidRPr="006E576B" w:rsidRDefault="00876A49" w:rsidP="00C602DE">
      <w:pPr>
        <w:pStyle w:val="SIBulletList2"/>
      </w:pPr>
      <w:r w:rsidRPr="000E1AC7">
        <w:t>animal to animal.</w:t>
      </w:r>
    </w:p>
    <w:p w14:paraId="1CACF4A4" w14:textId="7E1CC9CB" w:rsidR="002D4A5E" w:rsidRPr="001B4250" w:rsidRDefault="002D4A5E" w:rsidP="002D4A5E">
      <w:pPr>
        <w:pStyle w:val="BodyTextSI"/>
        <w:rPr>
          <w:rFonts w:cs="Arial"/>
          <w:b/>
          <w:bCs/>
          <w:color w:val="000000" w:themeColor="text2"/>
        </w:rPr>
      </w:pPr>
      <w:r w:rsidRPr="001B4250">
        <w:rPr>
          <w:rFonts w:cs="Arial"/>
          <w:b/>
          <w:bCs/>
          <w:color w:val="000000" w:themeColor="text2"/>
        </w:rPr>
        <w:t>Knowledge evidence</w:t>
      </w:r>
    </w:p>
    <w:p w14:paraId="4C80165D" w14:textId="77777777" w:rsidR="00CF0E85" w:rsidRPr="006E576B" w:rsidRDefault="00CF0E85" w:rsidP="006E576B">
      <w:pPr>
        <w:pStyle w:val="BodyTextSI"/>
      </w:pPr>
      <w:r w:rsidRPr="006E576B">
        <w:t>An individual must be able to demonstrate the knowledge required to perform the tasks outlined in the elements and performance criteria of this unit. This includes knowledge of:</w:t>
      </w:r>
    </w:p>
    <w:p w14:paraId="68E6BB7C" w14:textId="1406EB65" w:rsidR="00CF0E85" w:rsidRPr="00CF0E85" w:rsidRDefault="00CF0E85" w:rsidP="006E576B">
      <w:pPr>
        <w:pStyle w:val="SIBulletList1"/>
      </w:pPr>
      <w:r w:rsidRPr="00CF0E85">
        <w:t xml:space="preserve">key principles of biosecurity and infection </w:t>
      </w:r>
      <w:r w:rsidR="00AF3E87">
        <w:t xml:space="preserve">prevention and </w:t>
      </w:r>
      <w:r w:rsidRPr="00CF0E85">
        <w:t>control for animals, including:</w:t>
      </w:r>
    </w:p>
    <w:p w14:paraId="76B36BBF" w14:textId="77777777" w:rsidR="00CF0E85" w:rsidRPr="006E576B" w:rsidRDefault="00CF0E85" w:rsidP="006E576B">
      <w:pPr>
        <w:pStyle w:val="SIBulletList2"/>
      </w:pPr>
      <w:r w:rsidRPr="006E576B">
        <w:lastRenderedPageBreak/>
        <w:t xml:space="preserve">personal hygiene, vaccinations/immunisation and personal protective equipment (PPE) </w:t>
      </w:r>
    </w:p>
    <w:p w14:paraId="5C396736" w14:textId="46BA245A" w:rsidR="00CF0E85" w:rsidRPr="006E576B" w:rsidRDefault="00CF0E85" w:rsidP="006E576B">
      <w:pPr>
        <w:pStyle w:val="SIBulletList2"/>
      </w:pPr>
      <w:r w:rsidRPr="006E576B">
        <w:t xml:space="preserve">prevention of disease and containment </w:t>
      </w:r>
    </w:p>
    <w:p w14:paraId="213960F4" w14:textId="77777777" w:rsidR="00CF0E85" w:rsidRPr="006E576B" w:rsidRDefault="00CF0E85" w:rsidP="006E576B">
      <w:pPr>
        <w:pStyle w:val="SIBulletList2"/>
      </w:pPr>
      <w:r w:rsidRPr="006E576B">
        <w:t xml:space="preserve">ways of spreading infections and diseases including people, animals, environment and equipment </w:t>
      </w:r>
    </w:p>
    <w:p w14:paraId="31493E6B" w14:textId="77777777" w:rsidR="00CF0E85" w:rsidRPr="006E576B" w:rsidRDefault="00CF0E85" w:rsidP="006E576B">
      <w:pPr>
        <w:pStyle w:val="SIBulletList2"/>
      </w:pPr>
      <w:r w:rsidRPr="006E576B">
        <w:t>cleaning, disinfecting and/or sterilising equipment</w:t>
      </w:r>
    </w:p>
    <w:p w14:paraId="61EC572D" w14:textId="77777777" w:rsidR="00CF0E85" w:rsidRPr="006E576B" w:rsidRDefault="00CF0E85" w:rsidP="006E576B">
      <w:pPr>
        <w:pStyle w:val="SIBulletList2"/>
      </w:pPr>
      <w:r w:rsidRPr="006E576B">
        <w:t>appropriate reprocessing of reusable equipment</w:t>
      </w:r>
    </w:p>
    <w:p w14:paraId="42D93E0D" w14:textId="77777777" w:rsidR="00CF0E85" w:rsidRPr="006E576B" w:rsidRDefault="00CF0E85" w:rsidP="006E576B">
      <w:pPr>
        <w:pStyle w:val="SIBulletList2"/>
      </w:pPr>
      <w:r w:rsidRPr="006E576B">
        <w:t>limiting movement of animals and contact with people</w:t>
      </w:r>
    </w:p>
    <w:p w14:paraId="232E575C" w14:textId="77777777" w:rsidR="00CF0E85" w:rsidRPr="00CF0E85" w:rsidRDefault="00CF0E85" w:rsidP="006E576B">
      <w:pPr>
        <w:pStyle w:val="SIBulletList2"/>
      </w:pPr>
      <w:r w:rsidRPr="00CF0E85">
        <w:t>limiting environmental contamination including pests, vermin and vector</w:t>
      </w:r>
    </w:p>
    <w:p w14:paraId="43DA27B5" w14:textId="77777777" w:rsidR="00CF0E85" w:rsidRPr="00CF0E85" w:rsidRDefault="00CF0E85" w:rsidP="006E576B">
      <w:pPr>
        <w:pStyle w:val="SIBulletList2"/>
      </w:pPr>
      <w:r w:rsidRPr="00CF0E85">
        <w:t>reporting incidents and contagious diseases</w:t>
      </w:r>
    </w:p>
    <w:p w14:paraId="233228F1" w14:textId="272CC9BF" w:rsidR="00CF0E85" w:rsidRPr="000E1AC7" w:rsidRDefault="00CF0E85" w:rsidP="006E576B">
      <w:pPr>
        <w:pStyle w:val="SIBulletList1"/>
      </w:pPr>
      <w:r w:rsidRPr="000E1AC7">
        <w:t xml:space="preserve">standard precautions for </w:t>
      </w:r>
      <w:r w:rsidR="006E576B">
        <w:t xml:space="preserve">all animal care and treatment, </w:t>
      </w:r>
      <w:r w:rsidRPr="000E1AC7">
        <w:t xml:space="preserve">regardless of </w:t>
      </w:r>
      <w:r w:rsidR="006E576B">
        <w:t>an animal’s</w:t>
      </w:r>
      <w:r w:rsidRPr="000E1AC7">
        <w:t xml:space="preserve"> perceived or confirmed infectious status, including:</w:t>
      </w:r>
    </w:p>
    <w:p w14:paraId="56596563" w14:textId="77777777" w:rsidR="00CF0E85" w:rsidRPr="006E576B" w:rsidRDefault="00CF0E85" w:rsidP="006E576B">
      <w:pPr>
        <w:pStyle w:val="SIBulletList2"/>
      </w:pPr>
      <w:r w:rsidRPr="006E576B">
        <w:t>personal hygiene practices especially washing and drying hands, including before and after animal contact and respiratory hygiene</w:t>
      </w:r>
    </w:p>
    <w:p w14:paraId="3E937DE0" w14:textId="77777777" w:rsidR="00CF0E85" w:rsidRPr="006E576B" w:rsidRDefault="00CF0E85" w:rsidP="006E576B">
      <w:pPr>
        <w:pStyle w:val="SIBulletList2"/>
      </w:pPr>
      <w:r w:rsidRPr="006E576B">
        <w:t xml:space="preserve">personal vaccination/immunisation requirements </w:t>
      </w:r>
    </w:p>
    <w:p w14:paraId="3B50DE54" w14:textId="77777777" w:rsidR="00CF0E85" w:rsidRPr="006E576B" w:rsidRDefault="00CF0E85" w:rsidP="006E576B">
      <w:pPr>
        <w:pStyle w:val="SIBulletList2"/>
      </w:pPr>
      <w:r w:rsidRPr="006E576B">
        <w:t>safe handling and disposal of sharps and other clinical, related and general waste</w:t>
      </w:r>
    </w:p>
    <w:p w14:paraId="286E2232" w14:textId="77777777" w:rsidR="00CF0E85" w:rsidRPr="006E576B" w:rsidRDefault="00CF0E85" w:rsidP="006E576B">
      <w:pPr>
        <w:pStyle w:val="SIBulletList2"/>
      </w:pPr>
      <w:r w:rsidRPr="006E576B">
        <w:t>surface cleaning and management of bodily fluid spills including blood, urine and excrement</w:t>
      </w:r>
    </w:p>
    <w:p w14:paraId="24229E4D" w14:textId="77777777" w:rsidR="00CF0E85" w:rsidRPr="006E576B" w:rsidRDefault="00CF0E85" w:rsidP="006E576B">
      <w:pPr>
        <w:pStyle w:val="SIBulletList2"/>
      </w:pPr>
      <w:r w:rsidRPr="006E576B">
        <w:t>disposal of biological waste</w:t>
      </w:r>
    </w:p>
    <w:p w14:paraId="5F1FA40C" w14:textId="77777777" w:rsidR="00CF0E85" w:rsidRPr="006E576B" w:rsidRDefault="00CF0E85" w:rsidP="006E576B">
      <w:pPr>
        <w:pStyle w:val="SIBulletList2"/>
      </w:pPr>
      <w:r w:rsidRPr="006E576B">
        <w:t>techniques to limit contamination</w:t>
      </w:r>
    </w:p>
    <w:p w14:paraId="5BE5436A" w14:textId="77777777" w:rsidR="00CF0E85" w:rsidRPr="006E576B" w:rsidRDefault="00CF0E85" w:rsidP="006E576B">
      <w:pPr>
        <w:pStyle w:val="SIBulletList2"/>
      </w:pPr>
      <w:r w:rsidRPr="006E576B">
        <w:t>use of PPE</w:t>
      </w:r>
    </w:p>
    <w:p w14:paraId="0558184C" w14:textId="77777777" w:rsidR="00CF0E85" w:rsidRPr="000E1AC7" w:rsidRDefault="00CF0E85" w:rsidP="006E576B">
      <w:pPr>
        <w:pStyle w:val="SIBulletList1"/>
      </w:pPr>
      <w:r w:rsidRPr="000E1AC7">
        <w:t>transmission-based precautions, when standard precautions are not sufficient, tailored to the specific infection agent involved and its mode of transmission, including:</w:t>
      </w:r>
    </w:p>
    <w:p w14:paraId="1FA8C678" w14:textId="77777777" w:rsidR="00CF0E85" w:rsidRPr="006E576B" w:rsidRDefault="00CF0E85" w:rsidP="006E576B">
      <w:pPr>
        <w:pStyle w:val="SIBulletList2"/>
      </w:pPr>
      <w:r w:rsidRPr="006E576B">
        <w:t>additional use of PPE</w:t>
      </w:r>
    </w:p>
    <w:p w14:paraId="28D2BF8A" w14:textId="77777777" w:rsidR="00CF0E85" w:rsidRPr="006E576B" w:rsidRDefault="00CF0E85" w:rsidP="006E576B">
      <w:pPr>
        <w:pStyle w:val="SIBulletList2"/>
      </w:pPr>
      <w:r w:rsidRPr="006E576B">
        <w:t>dedicated equipment, to each animal or as appropriate to work function</w:t>
      </w:r>
    </w:p>
    <w:p w14:paraId="380AD1B9" w14:textId="77777777" w:rsidR="00CF0E85" w:rsidRPr="006E576B" w:rsidRDefault="00CF0E85" w:rsidP="006E576B">
      <w:pPr>
        <w:pStyle w:val="SIBulletList2"/>
      </w:pPr>
      <w:r w:rsidRPr="006E576B">
        <w:t>isolation</w:t>
      </w:r>
    </w:p>
    <w:p w14:paraId="121C6FB7" w14:textId="77777777" w:rsidR="00CF0E85" w:rsidRPr="006E576B" w:rsidRDefault="00CF0E85" w:rsidP="006E576B">
      <w:pPr>
        <w:pStyle w:val="SIBulletList2"/>
      </w:pPr>
      <w:r w:rsidRPr="006E576B">
        <w:t>restricted movement of animal, staff and visitors/customers</w:t>
      </w:r>
    </w:p>
    <w:p w14:paraId="67F67A39" w14:textId="77777777" w:rsidR="00CF0E85" w:rsidRPr="006E576B" w:rsidRDefault="00CF0E85" w:rsidP="006E576B">
      <w:pPr>
        <w:pStyle w:val="SIBulletList2"/>
      </w:pPr>
      <w:r w:rsidRPr="006E576B">
        <w:t>use of a special facility</w:t>
      </w:r>
    </w:p>
    <w:p w14:paraId="75BBC621" w14:textId="77777777" w:rsidR="00CF0E85" w:rsidRPr="006E576B" w:rsidRDefault="00CF0E85" w:rsidP="006E576B">
      <w:pPr>
        <w:pStyle w:val="SIBulletList1"/>
      </w:pPr>
      <w:r w:rsidRPr="006E576B">
        <w:t>aseptic techniques</w:t>
      </w:r>
    </w:p>
    <w:p w14:paraId="3FACCFA2" w14:textId="77777777" w:rsidR="00CF0E85" w:rsidRPr="006E576B" w:rsidRDefault="00CF0E85" w:rsidP="006E576B">
      <w:pPr>
        <w:pStyle w:val="SIBulletList1"/>
      </w:pPr>
      <w:r w:rsidRPr="006E576B">
        <w:t>basic microbiology, including:</w:t>
      </w:r>
    </w:p>
    <w:p w14:paraId="63A6460D" w14:textId="77777777" w:rsidR="00CF0E85" w:rsidRPr="00452B14" w:rsidRDefault="00CF0E85" w:rsidP="00452B14">
      <w:pPr>
        <w:pStyle w:val="SIBulletList2"/>
      </w:pPr>
      <w:r w:rsidRPr="00452B14">
        <w:t>bacteria and bacterial spores</w:t>
      </w:r>
    </w:p>
    <w:p w14:paraId="7CDA5682" w14:textId="77777777" w:rsidR="00CF0E85" w:rsidRPr="00452B14" w:rsidRDefault="00CF0E85" w:rsidP="00452B14">
      <w:pPr>
        <w:pStyle w:val="SIBulletList2"/>
      </w:pPr>
      <w:r w:rsidRPr="00452B14">
        <w:t>fungi</w:t>
      </w:r>
    </w:p>
    <w:p w14:paraId="5F35A7BF" w14:textId="77777777" w:rsidR="00CF0E85" w:rsidRPr="00452B14" w:rsidRDefault="00CF0E85" w:rsidP="00452B14">
      <w:pPr>
        <w:pStyle w:val="SIBulletList2"/>
      </w:pPr>
      <w:r w:rsidRPr="00452B14">
        <w:t>viruses</w:t>
      </w:r>
    </w:p>
    <w:p w14:paraId="2871213B" w14:textId="77777777" w:rsidR="00CF0E85" w:rsidRPr="00452B14" w:rsidRDefault="00CF0E85" w:rsidP="00452B14">
      <w:pPr>
        <w:pStyle w:val="SIBulletList2"/>
      </w:pPr>
      <w:r w:rsidRPr="00452B14">
        <w:t>microbial resistance and use of antibiotics</w:t>
      </w:r>
    </w:p>
    <w:p w14:paraId="17149BEB" w14:textId="77777777" w:rsidR="00CF0E85" w:rsidRPr="006E576B" w:rsidRDefault="00CF0E85" w:rsidP="00452B14">
      <w:pPr>
        <w:pStyle w:val="SIBulletList1"/>
      </w:pPr>
      <w:r w:rsidRPr="006E576B">
        <w:t>common viruses that affect animals</w:t>
      </w:r>
    </w:p>
    <w:p w14:paraId="0CAE44CA" w14:textId="5F655803" w:rsidR="00CF0E85" w:rsidRPr="006E576B" w:rsidRDefault="00CF0E85" w:rsidP="00452B14">
      <w:pPr>
        <w:pStyle w:val="SIBulletList1"/>
      </w:pPr>
      <w:r w:rsidRPr="006E576B">
        <w:t>common zoonotic diseases and transmission</w:t>
      </w:r>
    </w:p>
    <w:p w14:paraId="1491B8A0" w14:textId="6EDCD7CF" w:rsidR="00CF0E85" w:rsidRPr="006E576B" w:rsidRDefault="00CF0E85" w:rsidP="00452B14">
      <w:pPr>
        <w:pStyle w:val="SIBulletList1"/>
      </w:pPr>
      <w:r w:rsidRPr="006E576B">
        <w:t>risk</w:t>
      </w:r>
      <w:r w:rsidR="00831634">
        <w:t>s</w:t>
      </w:r>
      <w:r w:rsidRPr="006E576B">
        <w:t xml:space="preserve"> of acquisition</w:t>
      </w:r>
    </w:p>
    <w:p w14:paraId="3564914A" w14:textId="77777777" w:rsidR="00CF0E85" w:rsidRPr="000E1AC7" w:rsidRDefault="00CF0E85" w:rsidP="00452B14">
      <w:pPr>
        <w:pStyle w:val="SIBulletList1"/>
      </w:pPr>
      <w:r w:rsidRPr="000E1AC7">
        <w:t>waste disposal methods compliant with environmental protection (waste management) legislation and regulations</w:t>
      </w:r>
    </w:p>
    <w:p w14:paraId="6E26A271" w14:textId="77777777" w:rsidR="00CF0E85" w:rsidRPr="000E1AC7" w:rsidRDefault="00CF0E85" w:rsidP="00452B14">
      <w:pPr>
        <w:pStyle w:val="SIBulletList1"/>
      </w:pPr>
      <w:r w:rsidRPr="000E1AC7">
        <w:t>immunisation/vaccination requirements for animal care workers where applicable</w:t>
      </w:r>
    </w:p>
    <w:p w14:paraId="5B32ABBB" w14:textId="77777777" w:rsidR="00CF0E85" w:rsidRPr="000E1AC7" w:rsidRDefault="00CF0E85" w:rsidP="00452B14">
      <w:pPr>
        <w:pStyle w:val="SIBulletList1"/>
      </w:pPr>
      <w:r w:rsidRPr="000E1AC7">
        <w:t>rodent and vector control procedures</w:t>
      </w:r>
    </w:p>
    <w:p w14:paraId="41F30751" w14:textId="77777777" w:rsidR="00CF0E85" w:rsidRPr="000E1AC7" w:rsidRDefault="00CF0E85" w:rsidP="00452B14">
      <w:pPr>
        <w:pStyle w:val="SIBulletList1"/>
      </w:pPr>
      <w:r w:rsidRPr="000E1AC7">
        <w:lastRenderedPageBreak/>
        <w:t>overview of key requirements in relevant state or territory legislation and regulations relating to health and safety in the workplace, animal welfare, biosecurity procedures and waste disposal</w:t>
      </w:r>
    </w:p>
    <w:p w14:paraId="236C74DC" w14:textId="77777777" w:rsidR="00CF0E85" w:rsidRPr="000E1AC7" w:rsidRDefault="00CF0E85" w:rsidP="00452B14">
      <w:pPr>
        <w:pStyle w:val="SIBulletList1"/>
      </w:pPr>
      <w:r w:rsidRPr="000E1AC7">
        <w:t>safe animal handling techniques</w:t>
      </w:r>
    </w:p>
    <w:p w14:paraId="12CBEBE0" w14:textId="77777777" w:rsidR="00CF0E85" w:rsidRPr="000E1AC7" w:rsidRDefault="00CF0E85" w:rsidP="00452B14">
      <w:pPr>
        <w:pStyle w:val="SIBulletList1"/>
      </w:pPr>
      <w:r w:rsidRPr="000E1AC7">
        <w:t xml:space="preserve">terminology used to describe and document animal health and behavioural signs </w:t>
      </w:r>
    </w:p>
    <w:p w14:paraId="34249C95" w14:textId="77777777" w:rsidR="00CF0E85" w:rsidRPr="000E1AC7" w:rsidRDefault="00CF0E85" w:rsidP="00452B14">
      <w:pPr>
        <w:pStyle w:val="SIBulletList1"/>
      </w:pPr>
      <w:r w:rsidRPr="000E1AC7">
        <w:t>the purpose and use of containment and isolation facilities</w:t>
      </w:r>
    </w:p>
    <w:p w14:paraId="7B97E069" w14:textId="77777777" w:rsidR="00CF0E85" w:rsidRPr="000E1AC7" w:rsidRDefault="00CF0E85" w:rsidP="00452B14">
      <w:pPr>
        <w:pStyle w:val="SIBulletList1"/>
      </w:pPr>
      <w:r w:rsidRPr="000E1AC7">
        <w:t>features of infectious disease control kit</w:t>
      </w:r>
    </w:p>
    <w:p w14:paraId="75DB25C7" w14:textId="77777777" w:rsidR="00452B14" w:rsidRDefault="00CF0E85" w:rsidP="007D3FE4">
      <w:pPr>
        <w:pStyle w:val="SIBulletList1"/>
      </w:pPr>
      <w:r w:rsidRPr="000E1AC7">
        <w:t>workplace hygiene standards, disinfectants, cleaning agents, cleaning techniques and cleaning equipment and materials</w:t>
      </w:r>
    </w:p>
    <w:p w14:paraId="4B90464B" w14:textId="26656CEE" w:rsidR="002D4A5E" w:rsidRPr="00452B14" w:rsidRDefault="00452B14" w:rsidP="002D4A5E">
      <w:pPr>
        <w:pStyle w:val="SIBulletList1"/>
      </w:pPr>
      <w:r>
        <w:t>c</w:t>
      </w:r>
      <w:r w:rsidR="007D3FE4" w:rsidRPr="007D3FE4">
        <w:t>leaning product labels and safety data sheets (SDS)</w:t>
      </w:r>
    </w:p>
    <w:p w14:paraId="317851B1" w14:textId="7966A9BF" w:rsidR="002D4A5E" w:rsidRPr="001B4250" w:rsidRDefault="002D4A5E" w:rsidP="002D4A5E">
      <w:pPr>
        <w:pStyle w:val="BodyTextSI"/>
        <w:rPr>
          <w:rFonts w:cs="Arial"/>
          <w:b/>
          <w:bCs/>
          <w:color w:val="000000" w:themeColor="text2"/>
        </w:rPr>
      </w:pPr>
      <w:r w:rsidRPr="001B4250">
        <w:rPr>
          <w:rFonts w:cs="Arial"/>
          <w:b/>
          <w:bCs/>
          <w:color w:val="000000" w:themeColor="text2"/>
        </w:rPr>
        <w:t>Assessment conditions</w:t>
      </w:r>
    </w:p>
    <w:p w14:paraId="5F7732D2" w14:textId="2261B143" w:rsidR="004B5E40" w:rsidRDefault="004B5E40" w:rsidP="004B5E40">
      <w:pPr>
        <w:pStyle w:val="BodyTextSI"/>
        <w:rPr>
          <w:rFonts w:cs="Arial"/>
        </w:rPr>
      </w:pPr>
      <w:r w:rsidRPr="00824E56">
        <w:rPr>
          <w:rFonts w:cs="Arial"/>
          <w:color w:val="000000" w:themeColor="text2"/>
        </w:rPr>
        <w:t xml:space="preserve">Skills must be demonstrated </w:t>
      </w:r>
      <w:r w:rsidRPr="00871622">
        <w:rPr>
          <w:rFonts w:cs="Arial"/>
        </w:rPr>
        <w:t>in a workplace or an environment that accurately represents a real workplace</w:t>
      </w:r>
      <w:r w:rsidR="00224863">
        <w:rPr>
          <w:rFonts w:cs="Arial"/>
        </w:rPr>
        <w:t>.</w:t>
      </w:r>
    </w:p>
    <w:p w14:paraId="7AE585F1" w14:textId="77777777" w:rsidR="004B5E40" w:rsidRPr="00824E56" w:rsidRDefault="004B5E40" w:rsidP="004B5E40">
      <w:pPr>
        <w:pStyle w:val="BodyTextSI"/>
        <w:rPr>
          <w:rFonts w:cs="Arial"/>
          <w:color w:val="000000" w:themeColor="text2"/>
        </w:rPr>
      </w:pPr>
      <w:r>
        <w:rPr>
          <w:rFonts w:cs="Arial"/>
        </w:rPr>
        <w:t xml:space="preserve">Assessment must ensure access to: </w:t>
      </w:r>
    </w:p>
    <w:p w14:paraId="11CD39C0" w14:textId="77777777" w:rsidR="00452B14" w:rsidRPr="000E1AC7" w:rsidRDefault="00452B14" w:rsidP="00452B14">
      <w:pPr>
        <w:pStyle w:val="SIBulletList2"/>
      </w:pPr>
      <w:r w:rsidRPr="00452B14">
        <w:t>a range of animals or suitable taxidermy specimens, veterinary simulators, anatomical models</w:t>
      </w:r>
      <w:r w:rsidRPr="000E1AC7">
        <w:t xml:space="preserve"> or images/video or a combination of these</w:t>
      </w:r>
    </w:p>
    <w:p w14:paraId="092D2ADC" w14:textId="77777777" w:rsidR="00452B14" w:rsidRPr="000E1AC7" w:rsidRDefault="00452B14" w:rsidP="00452B14">
      <w:pPr>
        <w:pStyle w:val="SIBulletList2"/>
      </w:pPr>
      <w:r w:rsidRPr="000E1AC7">
        <w:t xml:space="preserve">equipment and resources typically available in an animal care facility </w:t>
      </w:r>
    </w:p>
    <w:p w14:paraId="24D1DE90" w14:textId="77777777" w:rsidR="00452B14" w:rsidRPr="000E1AC7" w:rsidRDefault="00452B14" w:rsidP="00452B14">
      <w:pPr>
        <w:pStyle w:val="SIBulletList2"/>
      </w:pPr>
      <w:r w:rsidRPr="000E1AC7">
        <w:t>appropriate PPE and contamination prevention clothing</w:t>
      </w:r>
    </w:p>
    <w:p w14:paraId="22540D56" w14:textId="77777777" w:rsidR="00452B14" w:rsidRPr="000E1AC7" w:rsidRDefault="00452B14" w:rsidP="00452B14">
      <w:pPr>
        <w:pStyle w:val="SIBulletList2"/>
      </w:pPr>
      <w:r w:rsidRPr="000E1AC7">
        <w:t>cleaning equipment and materials</w:t>
      </w:r>
    </w:p>
    <w:p w14:paraId="0D90599D" w14:textId="77777777" w:rsidR="00452B14" w:rsidRPr="000E1AC7" w:rsidRDefault="00452B14" w:rsidP="00452B14">
      <w:pPr>
        <w:pStyle w:val="SIBulletList2"/>
      </w:pPr>
      <w:r w:rsidRPr="000E1AC7">
        <w:t xml:space="preserve">cleaning product user instructions and/or safety data sheets </w:t>
      </w:r>
    </w:p>
    <w:p w14:paraId="759495E8" w14:textId="6E1174CC" w:rsidR="00452B14" w:rsidRPr="000E1AC7" w:rsidRDefault="00452B14" w:rsidP="00452B14">
      <w:pPr>
        <w:pStyle w:val="SIBulletList2"/>
      </w:pPr>
      <w:r w:rsidRPr="000E1AC7">
        <w:t xml:space="preserve">workplace policies and procedures for </w:t>
      </w:r>
      <w:r w:rsidR="00F67CE6">
        <w:t>IPC</w:t>
      </w:r>
      <w:r w:rsidRPr="000E1AC7">
        <w:t xml:space="preserve"> and biosecurity</w:t>
      </w:r>
    </w:p>
    <w:p w14:paraId="6047E508" w14:textId="2EBAA9BA" w:rsidR="00452B14" w:rsidRPr="000E1AC7" w:rsidRDefault="00452B14" w:rsidP="00452B14">
      <w:pPr>
        <w:pStyle w:val="SIBulletList2"/>
      </w:pPr>
      <w:r w:rsidRPr="000E1AC7">
        <w:t xml:space="preserve">current legislation, regulations and relevant codes of practice for </w:t>
      </w:r>
      <w:r w:rsidR="00F67CE6">
        <w:t>IPC</w:t>
      </w:r>
      <w:r w:rsidRPr="000E1AC7">
        <w:t xml:space="preserve"> and biosecurity.</w:t>
      </w:r>
    </w:p>
    <w:p w14:paraId="304F0D9E" w14:textId="708E3667" w:rsidR="00350925" w:rsidRPr="00452B14" w:rsidRDefault="00452B14" w:rsidP="00452B14">
      <w:pPr>
        <w:pStyle w:val="BodyTextSI"/>
      </w:pPr>
      <w:r w:rsidRPr="000E1AC7">
        <w:t>Assessors of this unit must satisfy the requirements for assessors in applicable vocational education and training legislation, frameworks and/or standards.</w:t>
      </w:r>
    </w:p>
    <w:p w14:paraId="42C51508" w14:textId="4B35740B" w:rsidR="00B85A2F" w:rsidRPr="001B4250" w:rsidRDefault="001A307E" w:rsidP="00526094">
      <w:pPr>
        <w:pStyle w:val="Heading4"/>
        <w:rPr>
          <w:rFonts w:ascii="Arial" w:hAnsi="Arial" w:cs="Arial"/>
          <w:color w:val="000000" w:themeColor="text2"/>
        </w:rPr>
      </w:pPr>
      <w:r>
        <w:rPr>
          <w:rFonts w:ascii="Arial" w:hAnsi="Arial" w:cs="Arial"/>
          <w:color w:val="000000" w:themeColor="text2"/>
        </w:rPr>
        <w:t>Unit m</w:t>
      </w:r>
      <w:r w:rsidR="00922C8D" w:rsidRPr="001B4250">
        <w:rPr>
          <w:rFonts w:ascii="Arial" w:hAnsi="Arial" w:cs="Arial"/>
          <w:color w:val="000000" w:themeColor="text2"/>
        </w:rPr>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1B4250" w14:paraId="2B60ACCF" w14:textId="16D47C00" w:rsidTr="007A513D">
        <w:trPr>
          <w:trHeight w:val="1073"/>
        </w:trPr>
        <w:tc>
          <w:tcPr>
            <w:tcW w:w="2195" w:type="dxa"/>
          </w:tcPr>
          <w:p w14:paraId="22ADD666" w14:textId="77777777" w:rsidR="00E5158E" w:rsidRPr="001B4250" w:rsidRDefault="00E5158E" w:rsidP="00C04160">
            <w:pPr>
              <w:pStyle w:val="BodyTextSI"/>
              <w:rPr>
                <w:rFonts w:cs="Arial"/>
                <w:b/>
                <w:bCs/>
                <w:color w:val="000000" w:themeColor="text2"/>
              </w:rPr>
            </w:pPr>
            <w:r w:rsidRPr="001B4250">
              <w:rPr>
                <w:rFonts w:cs="Arial"/>
                <w:b/>
                <w:bCs/>
                <w:color w:val="000000" w:themeColor="text2"/>
              </w:rPr>
              <w:t>Code and title current version</w:t>
            </w:r>
          </w:p>
        </w:tc>
        <w:tc>
          <w:tcPr>
            <w:tcW w:w="2195" w:type="dxa"/>
          </w:tcPr>
          <w:p w14:paraId="0206D43C" w14:textId="77777777" w:rsidR="00E5158E" w:rsidRPr="001B4250" w:rsidRDefault="00E5158E" w:rsidP="00C04160">
            <w:pPr>
              <w:pStyle w:val="BodyTextSI"/>
              <w:rPr>
                <w:rFonts w:cs="Arial"/>
                <w:b/>
                <w:bCs/>
                <w:color w:val="000000" w:themeColor="text2"/>
              </w:rPr>
            </w:pPr>
            <w:r w:rsidRPr="001B4250">
              <w:rPr>
                <w:rFonts w:cs="Arial"/>
                <w:b/>
                <w:bCs/>
                <w:color w:val="000000" w:themeColor="text2"/>
              </w:rPr>
              <w:t>Code and title previous version</w:t>
            </w:r>
          </w:p>
        </w:tc>
        <w:tc>
          <w:tcPr>
            <w:tcW w:w="1500" w:type="dxa"/>
          </w:tcPr>
          <w:p w14:paraId="2DF6A043" w14:textId="77562530" w:rsidR="00E5158E" w:rsidRPr="001B4250" w:rsidRDefault="00E5158E" w:rsidP="00C04160">
            <w:pPr>
              <w:pStyle w:val="BodyTextSI"/>
              <w:rPr>
                <w:rFonts w:cs="Arial"/>
                <w:b/>
                <w:bCs/>
                <w:color w:val="000000" w:themeColor="text2"/>
              </w:rPr>
            </w:pPr>
            <w:r w:rsidRPr="001B4250">
              <w:rPr>
                <w:rFonts w:cs="Arial"/>
                <w:b/>
                <w:bCs/>
                <w:color w:val="000000" w:themeColor="text2"/>
              </w:rPr>
              <w:t>Equivalence status</w:t>
            </w:r>
          </w:p>
        </w:tc>
        <w:tc>
          <w:tcPr>
            <w:tcW w:w="3579" w:type="dxa"/>
          </w:tcPr>
          <w:p w14:paraId="70A5D43A" w14:textId="00F808A3" w:rsidR="00E5158E" w:rsidRPr="001B4250" w:rsidRDefault="00E5158E" w:rsidP="00C04160">
            <w:pPr>
              <w:pStyle w:val="BodyTextSI"/>
              <w:rPr>
                <w:rFonts w:cs="Arial"/>
                <w:b/>
                <w:bCs/>
                <w:color w:val="000000" w:themeColor="text2"/>
              </w:rPr>
            </w:pPr>
            <w:r w:rsidRPr="001B4250">
              <w:rPr>
                <w:rFonts w:cs="Arial"/>
                <w:b/>
                <w:bCs/>
                <w:color w:val="000000" w:themeColor="text2"/>
              </w:rPr>
              <w:t>Comments</w:t>
            </w:r>
          </w:p>
        </w:tc>
      </w:tr>
      <w:tr w:rsidR="00E5158E" w:rsidRPr="001B4250" w14:paraId="60D8A35B" w14:textId="04FBE706" w:rsidTr="007A513D">
        <w:trPr>
          <w:trHeight w:val="4501"/>
        </w:trPr>
        <w:tc>
          <w:tcPr>
            <w:tcW w:w="2195" w:type="dxa"/>
          </w:tcPr>
          <w:p w14:paraId="36D257BE" w14:textId="69140105" w:rsidR="00E5158E" w:rsidRPr="001B4250" w:rsidRDefault="00AB7711" w:rsidP="002A2C86">
            <w:pPr>
              <w:pStyle w:val="BodyTextSI"/>
              <w:rPr>
                <w:rStyle w:val="SITempText-Green"/>
                <w:rFonts w:cs="Arial"/>
              </w:rPr>
            </w:pPr>
            <w:r w:rsidRPr="00923752">
              <w:rPr>
                <w:rStyle w:val="SITempText-Green"/>
                <w:rFonts w:cs="Arial"/>
                <w:color w:val="auto"/>
              </w:rPr>
              <w:lastRenderedPageBreak/>
              <w:t>ACMINF3X</w:t>
            </w:r>
            <w:r w:rsidRPr="00D50B6B">
              <w:rPr>
                <w:rStyle w:val="SITempText-Green"/>
                <w:rFonts w:cs="Arial"/>
                <w:color w:val="000000" w:themeColor="text2"/>
                <w:rPrChange w:id="1" w:author="Fatma Kirney" w:date="2026-01-07T15:04:00Z" w16du:dateUtc="2026-01-07T04:04:00Z">
                  <w:rPr>
                    <w:rStyle w:val="SITempText-Green"/>
                    <w:rFonts w:cs="Arial"/>
                    <w:color w:val="auto"/>
                  </w:rPr>
                </w:rPrChange>
              </w:rPr>
              <w:t>0</w:t>
            </w:r>
            <w:r w:rsidRPr="00D50B6B">
              <w:rPr>
                <w:rStyle w:val="SITempText-Green"/>
                <w:rFonts w:cs="Arial"/>
                <w:color w:val="000000" w:themeColor="text2"/>
                <w:rPrChange w:id="2" w:author="Fatma Kirney" w:date="2026-01-07T15:04:00Z" w16du:dateUtc="2026-01-07T04:04:00Z">
                  <w:rPr>
                    <w:rStyle w:val="SITempText-Green"/>
                    <w:rFonts w:cs="Arial"/>
                  </w:rPr>
                </w:rPrChange>
              </w:rPr>
              <w:t>4</w:t>
            </w:r>
            <w:r w:rsidRPr="00D50B6B">
              <w:rPr>
                <w:rStyle w:val="SITempText-Green"/>
                <w:rFonts w:cs="Arial"/>
                <w:color w:val="000000" w:themeColor="text2"/>
                <w:rPrChange w:id="3" w:author="Fatma Kirney" w:date="2026-01-07T15:04:00Z" w16du:dateUtc="2026-01-07T04:04:00Z">
                  <w:rPr>
                    <w:rStyle w:val="SITempText-Green"/>
                    <w:rFonts w:cs="Arial"/>
                    <w:color w:val="auto"/>
                  </w:rPr>
                </w:rPrChange>
              </w:rPr>
              <w:t xml:space="preserve"> </w:t>
            </w:r>
            <w:r w:rsidR="002A2C86" w:rsidRPr="00923752">
              <w:rPr>
                <w:rStyle w:val="SITempText-Green"/>
                <w:color w:val="auto"/>
              </w:rPr>
              <w:t xml:space="preserve">Comply with infection </w:t>
            </w:r>
            <w:r w:rsidR="005D5DDC" w:rsidRPr="00923752">
              <w:rPr>
                <w:rStyle w:val="SITempText-Green"/>
                <w:color w:val="auto"/>
              </w:rPr>
              <w:t xml:space="preserve">prevention and </w:t>
            </w:r>
            <w:r w:rsidR="002A2C86" w:rsidRPr="00923752">
              <w:rPr>
                <w:rStyle w:val="SITempText-Green"/>
                <w:color w:val="auto"/>
              </w:rPr>
              <w:t>control policies and procedures in animal care work</w:t>
            </w:r>
          </w:p>
        </w:tc>
        <w:tc>
          <w:tcPr>
            <w:tcW w:w="2195" w:type="dxa"/>
          </w:tcPr>
          <w:p w14:paraId="3E7CE5FF" w14:textId="7E972BE2" w:rsidR="00E5158E" w:rsidRPr="002A2C86" w:rsidRDefault="002A2C86" w:rsidP="002A2C86">
            <w:pPr>
              <w:pStyle w:val="BodyTextSI"/>
              <w:rPr>
                <w:rStyle w:val="SITempText-Green"/>
                <w:color w:val="1E3531"/>
              </w:rPr>
            </w:pPr>
            <w:r w:rsidRPr="002A2C86">
              <w:rPr>
                <w:rStyle w:val="SITempText-Green"/>
                <w:color w:val="1E3531"/>
              </w:rPr>
              <w:t>ACMINF301 Comply with infection control policies and procedures in animal care work</w:t>
            </w:r>
          </w:p>
        </w:tc>
        <w:tc>
          <w:tcPr>
            <w:tcW w:w="1500" w:type="dxa"/>
          </w:tcPr>
          <w:p w14:paraId="55EC33D0" w14:textId="77777777" w:rsidR="00E5158E" w:rsidRPr="001B4250" w:rsidRDefault="00E5158E" w:rsidP="002A2C86">
            <w:pPr>
              <w:pStyle w:val="BodyTextSI"/>
            </w:pPr>
            <w:r w:rsidRPr="001B4250">
              <w:t>Equivalent</w:t>
            </w:r>
          </w:p>
          <w:p w14:paraId="0617AE96" w14:textId="44710BD1" w:rsidR="00E5158E" w:rsidRPr="001B4250" w:rsidRDefault="00E5158E" w:rsidP="002A2C86">
            <w:pPr>
              <w:pStyle w:val="BodyTextSI"/>
            </w:pPr>
          </w:p>
        </w:tc>
        <w:tc>
          <w:tcPr>
            <w:tcW w:w="3579" w:type="dxa"/>
          </w:tcPr>
          <w:p w14:paraId="70D4054C" w14:textId="5AAA03A4" w:rsidR="00452B14" w:rsidRDefault="00B52B3F" w:rsidP="002A2C86">
            <w:pPr>
              <w:pStyle w:val="BodyTextSI"/>
            </w:pPr>
            <w:r w:rsidRPr="00452B14">
              <w:t>Re-templated to 2025 template</w:t>
            </w:r>
          </w:p>
          <w:p w14:paraId="144F7F35" w14:textId="48D0D777" w:rsidR="005D5DDC" w:rsidRDefault="005D5DDC" w:rsidP="002A2C86">
            <w:pPr>
              <w:pStyle w:val="BodyTextSI"/>
            </w:pPr>
            <w:r>
              <w:t>Title changed to reflect industry terminology</w:t>
            </w:r>
          </w:p>
          <w:p w14:paraId="778843AD" w14:textId="0C0AC5B6" w:rsidR="00E84BB0" w:rsidRDefault="00E84BB0" w:rsidP="002A2C86">
            <w:pPr>
              <w:pStyle w:val="BodyTextSI"/>
            </w:pPr>
            <w:r>
              <w:t xml:space="preserve">Change to foundation skills format. </w:t>
            </w:r>
          </w:p>
          <w:p w14:paraId="61A0FF0F" w14:textId="77777777" w:rsidR="008D1D4E" w:rsidRDefault="008D1D4E" w:rsidP="002A2C86">
            <w:pPr>
              <w:pStyle w:val="BodyTextSI"/>
            </w:pPr>
            <w:r>
              <w:t>Reword PC1.1 to use standard industry terminology</w:t>
            </w:r>
          </w:p>
          <w:p w14:paraId="1CC33FA1" w14:textId="5A6B4E20" w:rsidR="00FE4498" w:rsidRDefault="00FE4498" w:rsidP="002A2C86">
            <w:pPr>
              <w:pStyle w:val="BodyTextSI"/>
            </w:pPr>
            <w:r>
              <w:t>Remove PC4.3 as it duplicates 4.2</w:t>
            </w:r>
          </w:p>
          <w:p w14:paraId="7BD9A090" w14:textId="17B0AFCC" w:rsidR="00A30DEA" w:rsidRPr="00E84BB0" w:rsidRDefault="00A30DEA" w:rsidP="002A2C86">
            <w:pPr>
              <w:pStyle w:val="BodyTextSI"/>
            </w:pPr>
            <w:r>
              <w:t xml:space="preserve">Reword ‘infection control’ throughout unit to ‘infection prevention and control (IPC)’ </w:t>
            </w:r>
          </w:p>
          <w:p w14:paraId="41BFFA91" w14:textId="4FD31B88" w:rsidR="00B52B3F" w:rsidRPr="00452B14" w:rsidRDefault="006E576B" w:rsidP="002A2C86">
            <w:pPr>
              <w:pStyle w:val="BodyTextSI"/>
            </w:pPr>
            <w:r w:rsidRPr="00452B14">
              <w:t>KE: minor change to wording from ‘standard precautions for the care and treatment of all animals, regardless of their perceived or confirmed infectious status for animal care’ to ‘standard precautions for all animal care and treatment, regardless of an animal’s perceived or confirmed infectious status’</w:t>
            </w:r>
          </w:p>
          <w:p w14:paraId="4C77F5B1" w14:textId="77777777" w:rsidR="006E576B" w:rsidRDefault="00452B14" w:rsidP="002A2C86">
            <w:pPr>
              <w:pStyle w:val="BodyTextSI"/>
            </w:pPr>
            <w:r w:rsidRPr="00452B14">
              <w:t>‘</w:t>
            </w:r>
            <w:proofErr w:type="gramStart"/>
            <w:r w:rsidRPr="00452B14">
              <w:t>cleaning</w:t>
            </w:r>
            <w:proofErr w:type="gramEnd"/>
            <w:r w:rsidRPr="00452B14">
              <w:t xml:space="preserve"> product labels and safety data sheets (SDS)’ added to KE (previously in FS)</w:t>
            </w:r>
          </w:p>
          <w:p w14:paraId="4EDA864E" w14:textId="06199C4E" w:rsidR="00F46956" w:rsidRPr="00452B14" w:rsidRDefault="00F46956" w:rsidP="002A2C86">
            <w:pPr>
              <w:pStyle w:val="BodyTextSI"/>
            </w:pPr>
            <w:r>
              <w:t>Headings removed from format of Assessment Conditions</w:t>
            </w:r>
          </w:p>
        </w:tc>
      </w:tr>
    </w:tbl>
    <w:p w14:paraId="1D8F46F5" w14:textId="77777777" w:rsidR="00B85A2F" w:rsidRPr="001B4250" w:rsidRDefault="00B85A2F" w:rsidP="00D024B9">
      <w:pPr>
        <w:pStyle w:val="BodyTextSI"/>
        <w:rPr>
          <w:rFonts w:cs="Arial"/>
          <w:color w:val="000000" w:themeColor="text2"/>
        </w:rPr>
      </w:pPr>
    </w:p>
    <w:p w14:paraId="0A565D33" w14:textId="4452A7CA" w:rsidR="00B85A2F" w:rsidRPr="001B4250" w:rsidRDefault="00B85A2F" w:rsidP="00B85A2F">
      <w:pPr>
        <w:pStyle w:val="Heading3"/>
        <w:rPr>
          <w:rFonts w:ascii="Arial" w:hAnsi="Arial" w:cs="Arial"/>
          <w:color w:val="000000" w:themeColor="text2"/>
        </w:rPr>
      </w:pPr>
      <w:r w:rsidRPr="001B4250">
        <w:rPr>
          <w:rFonts w:ascii="Arial" w:hAnsi="Arial" w:cs="Arial"/>
          <w:color w:val="000000" w:themeColor="text2"/>
        </w:rPr>
        <w:t>Overview information</w:t>
      </w:r>
    </w:p>
    <w:p w14:paraId="6360339A" w14:textId="77777777" w:rsidR="00B85A2F" w:rsidRPr="001B4250" w:rsidRDefault="00B85A2F" w:rsidP="00B85A2F">
      <w:pPr>
        <w:pStyle w:val="Heading4"/>
        <w:rPr>
          <w:rFonts w:ascii="Arial" w:hAnsi="Arial" w:cs="Arial"/>
          <w:color w:val="000000" w:themeColor="text2"/>
        </w:rPr>
      </w:pPr>
      <w:r w:rsidRPr="001B4250">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1B4250" w14:paraId="2860BE6D" w14:textId="77777777" w:rsidTr="00C32357">
        <w:tc>
          <w:tcPr>
            <w:tcW w:w="2972" w:type="dxa"/>
          </w:tcPr>
          <w:p w14:paraId="7CA8953A" w14:textId="77777777" w:rsidR="00B85A2F" w:rsidRPr="001B4250" w:rsidRDefault="00B85A2F" w:rsidP="001C248D">
            <w:pPr>
              <w:pStyle w:val="BodyTextSI"/>
              <w:rPr>
                <w:rFonts w:cs="Arial"/>
                <w:b/>
                <w:bCs/>
                <w:color w:val="000000" w:themeColor="text2"/>
              </w:rPr>
            </w:pPr>
            <w:r w:rsidRPr="001B4250">
              <w:rPr>
                <w:rFonts w:cs="Arial"/>
                <w:b/>
                <w:bCs/>
                <w:color w:val="000000" w:themeColor="text2"/>
              </w:rPr>
              <w:t>Release</w:t>
            </w:r>
          </w:p>
        </w:tc>
        <w:tc>
          <w:tcPr>
            <w:tcW w:w="6430" w:type="dxa"/>
          </w:tcPr>
          <w:p w14:paraId="6A71BCB1" w14:textId="77777777" w:rsidR="00B85A2F" w:rsidRPr="001B4250" w:rsidRDefault="00B85A2F" w:rsidP="001C248D">
            <w:pPr>
              <w:pStyle w:val="BodyTextSI"/>
              <w:rPr>
                <w:rFonts w:cs="Arial"/>
                <w:b/>
                <w:bCs/>
                <w:color w:val="000000" w:themeColor="text2"/>
              </w:rPr>
            </w:pPr>
            <w:r w:rsidRPr="001B4250">
              <w:rPr>
                <w:rFonts w:cs="Arial"/>
                <w:b/>
                <w:bCs/>
                <w:color w:val="000000" w:themeColor="text2"/>
              </w:rPr>
              <w:t>Comments</w:t>
            </w:r>
          </w:p>
        </w:tc>
      </w:tr>
      <w:tr w:rsidR="000F3886" w:rsidRPr="001B4250" w14:paraId="5CF529C7" w14:textId="77777777" w:rsidTr="00C32357">
        <w:tc>
          <w:tcPr>
            <w:tcW w:w="2972" w:type="dxa"/>
          </w:tcPr>
          <w:p w14:paraId="22761332" w14:textId="3D3E4F00" w:rsidR="00B85A2F" w:rsidRPr="001B4250" w:rsidRDefault="00AB7711" w:rsidP="001C248D">
            <w:pPr>
              <w:pStyle w:val="BodyTextSI"/>
              <w:rPr>
                <w:rFonts w:cs="Arial"/>
                <w:color w:val="000000" w:themeColor="text2"/>
              </w:rPr>
            </w:pPr>
            <w:r>
              <w:rPr>
                <w:rFonts w:cs="Arial"/>
                <w:color w:val="000000" w:themeColor="text2"/>
              </w:rPr>
              <w:t>1</w:t>
            </w:r>
          </w:p>
        </w:tc>
        <w:tc>
          <w:tcPr>
            <w:tcW w:w="6430" w:type="dxa"/>
          </w:tcPr>
          <w:p w14:paraId="26CB3677" w14:textId="70C08B58" w:rsidR="00B52B3F" w:rsidRPr="001B4250" w:rsidRDefault="00AB7711" w:rsidP="00B52B3F">
            <w:pPr>
              <w:pStyle w:val="BodyTextSI"/>
              <w:rPr>
                <w:rFonts w:cs="Arial"/>
                <w:color w:val="000000" w:themeColor="text2"/>
              </w:rPr>
            </w:pPr>
            <w:r w:rsidRPr="00AB7711">
              <w:rPr>
                <w:rFonts w:cs="Arial"/>
                <w:color w:val="000000" w:themeColor="text2"/>
              </w:rPr>
              <w:t>This unit of competency was first released in ACM Animal Care and Management Training Package Release 7.0.</w:t>
            </w:r>
          </w:p>
        </w:tc>
      </w:tr>
    </w:tbl>
    <w:p w14:paraId="44509A20" w14:textId="77777777" w:rsidR="00B85A2F" w:rsidRPr="001B4250" w:rsidRDefault="00B85A2F" w:rsidP="00B85A2F">
      <w:pPr>
        <w:pStyle w:val="BodyTextSI"/>
        <w:rPr>
          <w:rFonts w:cs="Arial"/>
          <w:color w:val="000000" w:themeColor="text2"/>
        </w:rPr>
      </w:pPr>
    </w:p>
    <w:p w14:paraId="592991B6" w14:textId="6EDCCE4F" w:rsidR="00E91B63" w:rsidRPr="001B4309" w:rsidRDefault="00AD03E0" w:rsidP="00E91B63">
      <w:pPr>
        <w:pStyle w:val="BodyTextSI"/>
        <w:rPr>
          <w:rFonts w:cs="Arial"/>
          <w:color w:val="000000" w:themeColor="text2"/>
        </w:rPr>
      </w:pPr>
      <w:r>
        <w:rPr>
          <w:rFonts w:cs="Arial"/>
          <w:b/>
          <w:bCs/>
          <w:color w:val="000000" w:themeColor="text2"/>
        </w:rPr>
        <w:lastRenderedPageBreak/>
        <w:t>Mandatory workplace requirements</w:t>
      </w:r>
      <w:r w:rsidR="00842627" w:rsidRPr="001B4250">
        <w:rPr>
          <w:rFonts w:cs="Arial"/>
          <w:b/>
          <w:bCs/>
          <w:color w:val="000000" w:themeColor="text2"/>
        </w:rPr>
        <w:t>:</w:t>
      </w:r>
      <w:r w:rsidR="00842627" w:rsidRPr="001B4250">
        <w:rPr>
          <w:rFonts w:cs="Arial"/>
          <w:color w:val="000000" w:themeColor="text2"/>
        </w:rPr>
        <w:t xml:space="preserve"> </w:t>
      </w:r>
    </w:p>
    <w:p w14:paraId="2AC7E05D" w14:textId="77777777" w:rsidR="00E91B63" w:rsidRPr="00D17100" w:rsidRDefault="00E91B63" w:rsidP="00D17100">
      <w:pPr>
        <w:pStyle w:val="SIText"/>
      </w:pPr>
      <w:r w:rsidRPr="006B40E5">
        <w:t>Assessment of performance evidence may be in a workplace setting or an environment that accurately represents a real workplace.</w:t>
      </w:r>
    </w:p>
    <w:p w14:paraId="3C715895" w14:textId="50F7232E" w:rsidR="00B85A2F" w:rsidRPr="001B4250" w:rsidRDefault="00B85A2F" w:rsidP="00D024B9">
      <w:pPr>
        <w:pStyle w:val="BodyTextSI"/>
        <w:rPr>
          <w:rFonts w:cs="Arial"/>
          <w:color w:val="000000" w:themeColor="text2"/>
        </w:rPr>
      </w:pPr>
    </w:p>
    <w:sectPr w:rsidR="00B85A2F" w:rsidRPr="001B4250"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E843A" w14:textId="77777777" w:rsidR="000A520A" w:rsidRDefault="000A520A" w:rsidP="005072F6">
      <w:r>
        <w:separator/>
      </w:r>
    </w:p>
  </w:endnote>
  <w:endnote w:type="continuationSeparator" w:id="0">
    <w:p w14:paraId="3D9E7E1F" w14:textId="77777777" w:rsidR="000A520A" w:rsidRDefault="000A520A"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venir Next LT Pro Demi">
    <w:charset w:val="00"/>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20"/>
        <w:szCs w:val="20"/>
      </w:rPr>
      <w:id w:val="-673493327"/>
      <w:docPartObj>
        <w:docPartGallery w:val="Page Numbers (Bottom of Page)"/>
        <w:docPartUnique/>
      </w:docPartObj>
    </w:sdtPr>
    <w:sdtEndPr/>
    <w:sdtContent>
      <w:sdt>
        <w:sdtPr>
          <w:rPr>
            <w:rFonts w:cs="Arial"/>
            <w:sz w:val="20"/>
            <w:szCs w:val="20"/>
          </w:rPr>
          <w:id w:val="-1769616900"/>
          <w:docPartObj>
            <w:docPartGallery w:val="Page Numbers (Top of Page)"/>
            <w:docPartUnique/>
          </w:docPartObj>
        </w:sdtPr>
        <w:sdtEndPr/>
        <w:sdtContent>
          <w:p w14:paraId="1EFB9090" w14:textId="466A027B" w:rsidR="00C705B9" w:rsidRPr="00C705B9" w:rsidRDefault="00C705B9" w:rsidP="00C705B9">
            <w:pPr>
              <w:pStyle w:val="BodyTextSI"/>
              <w:jc w:val="right"/>
              <w:rPr>
                <w:rFonts w:cs="Arial"/>
                <w:sz w:val="20"/>
                <w:szCs w:val="20"/>
              </w:rPr>
            </w:pPr>
            <w:r w:rsidRPr="00C705B9">
              <w:rPr>
                <w:rFonts w:cs="Arial"/>
                <w:sz w:val="20"/>
                <w:szCs w:val="20"/>
              </w:rPr>
              <w:t xml:space="preserve">Page </w:t>
            </w:r>
            <w:r w:rsidRPr="00C705B9">
              <w:rPr>
                <w:rFonts w:cs="Arial"/>
                <w:sz w:val="20"/>
                <w:szCs w:val="20"/>
              </w:rPr>
              <w:fldChar w:fldCharType="begin"/>
            </w:r>
            <w:r w:rsidRPr="00C705B9">
              <w:rPr>
                <w:rFonts w:cs="Arial"/>
                <w:sz w:val="20"/>
                <w:szCs w:val="20"/>
              </w:rPr>
              <w:instrText xml:space="preserve"> PAGE </w:instrText>
            </w:r>
            <w:r w:rsidRPr="00C705B9">
              <w:rPr>
                <w:rFonts w:cs="Arial"/>
                <w:sz w:val="20"/>
                <w:szCs w:val="20"/>
              </w:rPr>
              <w:fldChar w:fldCharType="separate"/>
            </w:r>
            <w:r w:rsidRPr="00C705B9">
              <w:rPr>
                <w:rFonts w:cs="Arial"/>
                <w:noProof/>
                <w:sz w:val="20"/>
                <w:szCs w:val="20"/>
              </w:rPr>
              <w:t>2</w:t>
            </w:r>
            <w:r w:rsidRPr="00C705B9">
              <w:rPr>
                <w:rFonts w:cs="Arial"/>
                <w:sz w:val="20"/>
                <w:szCs w:val="20"/>
              </w:rPr>
              <w:fldChar w:fldCharType="end"/>
            </w:r>
            <w:r w:rsidRPr="00C705B9">
              <w:rPr>
                <w:rFonts w:cs="Arial"/>
                <w:sz w:val="20"/>
                <w:szCs w:val="20"/>
              </w:rPr>
              <w:t xml:space="preserve"> of </w:t>
            </w:r>
            <w:r w:rsidRPr="00C705B9">
              <w:rPr>
                <w:rFonts w:cs="Arial"/>
                <w:sz w:val="20"/>
                <w:szCs w:val="20"/>
              </w:rPr>
              <w:fldChar w:fldCharType="begin"/>
            </w:r>
            <w:r w:rsidRPr="00C705B9">
              <w:rPr>
                <w:rFonts w:cs="Arial"/>
                <w:sz w:val="20"/>
                <w:szCs w:val="20"/>
              </w:rPr>
              <w:instrText xml:space="preserve"> NUMPAGES  </w:instrText>
            </w:r>
            <w:r w:rsidRPr="00C705B9">
              <w:rPr>
                <w:rFonts w:cs="Arial"/>
                <w:sz w:val="20"/>
                <w:szCs w:val="20"/>
              </w:rPr>
              <w:fldChar w:fldCharType="separate"/>
            </w:r>
            <w:r w:rsidRPr="00C705B9">
              <w:rPr>
                <w:rFonts w:cs="Arial"/>
                <w:noProof/>
                <w:sz w:val="20"/>
                <w:szCs w:val="20"/>
              </w:rPr>
              <w:t>2</w:t>
            </w:r>
            <w:r w:rsidRPr="00C705B9">
              <w:rPr>
                <w:rFonts w:cs="Arial"/>
                <w:sz w:val="20"/>
                <w:szCs w:val="20"/>
              </w:rPr>
              <w:fldChar w:fldCharType="end"/>
            </w:r>
          </w:p>
        </w:sdtContent>
      </w:sdt>
    </w:sdtContent>
  </w:sdt>
  <w:p w14:paraId="765E6AEE" w14:textId="791AC9D3" w:rsidR="00C705B9" w:rsidRPr="002F4169" w:rsidRDefault="002F4169" w:rsidP="002F4169">
    <w:pPr>
      <w:pStyle w:val="Footer"/>
      <w:jc w:val="right"/>
      <w:rPr>
        <w:rFonts w:ascii="Arial" w:hAnsi="Arial" w:cs="Arial"/>
        <w:sz w:val="20"/>
        <w:szCs w:val="20"/>
      </w:rPr>
    </w:pPr>
    <w:r w:rsidRPr="00B45070">
      <w:rPr>
        <w:rFonts w:ascii="Arial" w:hAnsi="Arial" w:cs="Arial"/>
        <w:sz w:val="20"/>
        <w:szCs w:val="20"/>
      </w:rPr>
      <w:t>Skills Insight template</w:t>
    </w:r>
    <w:r w:rsidRPr="00B45070">
      <w:rPr>
        <w:rFonts w:ascii="Arial" w:hAnsi="Arial" w:cs="Arial"/>
        <w:sz w:val="20"/>
        <w:szCs w:val="20"/>
      </w:rPr>
      <w:br/>
      <w:t xml:space="preserve">TPOF2025 </w:t>
    </w:r>
    <w:r>
      <w:rPr>
        <w:rFonts w:ascii="Arial" w:hAnsi="Arial" w:cs="Arial"/>
        <w:sz w:val="20"/>
        <w:szCs w:val="20"/>
      </w:rPr>
      <w:t>–</w:t>
    </w:r>
    <w:r w:rsidRPr="00B45070">
      <w:rPr>
        <w:rFonts w:ascii="Arial" w:hAnsi="Arial" w:cs="Arial"/>
        <w:sz w:val="20"/>
        <w:szCs w:val="20"/>
      </w:rPr>
      <w:t xml:space="preserve"> </w:t>
    </w:r>
    <w:r>
      <w:rPr>
        <w:rFonts w:ascii="Arial" w:hAnsi="Arial" w:cs="Arial"/>
        <w:sz w:val="20"/>
        <w:szCs w:val="20"/>
      </w:rPr>
      <w:t>Unit – Elements &amp; Performance Criteria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5E236" w14:textId="77777777" w:rsidR="000A520A" w:rsidRDefault="000A520A" w:rsidP="005072F6">
      <w:r>
        <w:separator/>
      </w:r>
    </w:p>
  </w:footnote>
  <w:footnote w:type="continuationSeparator" w:id="0">
    <w:p w14:paraId="30EBB9D4" w14:textId="77777777" w:rsidR="000A520A" w:rsidRDefault="000A520A"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799E1C8C" w:rsidR="00225717" w:rsidRPr="00225717" w:rsidRDefault="000A520A">
    <w:pPr>
      <w:pStyle w:val="Header"/>
      <w:rPr>
        <w:rFonts w:ascii="Arial" w:hAnsi="Arial" w:cs="Arial"/>
        <w:b/>
        <w:bCs/>
      </w:rPr>
    </w:pPr>
    <w:sdt>
      <w:sdtPr>
        <w:rPr>
          <w:rFonts w:ascii="Arial" w:hAnsi="Arial" w:cs="Arial"/>
          <w:b/>
          <w:bCs/>
        </w:rPr>
        <w:id w:val="-287280404"/>
        <w:docPartObj>
          <w:docPartGallery w:val="Watermarks"/>
          <w:docPartUnique/>
        </w:docPartObj>
      </w:sdtPr>
      <w:sdtEndPr/>
      <w:sdtContent>
        <w:r w:rsidR="001C248D">
          <w:rPr>
            <w:rFonts w:ascii="Arial" w:hAnsi="Arial" w:cs="Arial"/>
            <w:b/>
            <w:bCs/>
            <w:noProof/>
          </w:rPr>
          <mc:AlternateContent>
            <mc:Choice Requires="wps">
              <w:drawing>
                <wp:anchor distT="0" distB="0" distL="114300" distR="114300" simplePos="0" relativeHeight="251658240" behindDoc="1" locked="0" layoutInCell="0" allowOverlap="1" wp14:anchorId="7B8C9675" wp14:editId="6067201E">
                  <wp:simplePos x="0" y="0"/>
                  <wp:positionH relativeFrom="margin">
                    <wp:align>center</wp:align>
                  </wp:positionH>
                  <wp:positionV relativeFrom="margin">
                    <wp:align>center</wp:align>
                  </wp:positionV>
                  <wp:extent cx="5237480" cy="3142615"/>
                  <wp:effectExtent l="0" t="0" r="0" b="0"/>
                  <wp:wrapNone/>
                  <wp:docPr id="736062265" name="PowerPlusWaterMarkObject357831064"/>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907CF37" w14:textId="77777777" w:rsidR="001C248D" w:rsidRDefault="001C248D" w:rsidP="001C248D">
                              <w:pPr>
                                <w:jc w:val="center"/>
                                <w:rPr>
                                  <w:rFonts w:ascii="Calibri" w:hAnsi="Calibri" w:cs="Calibri"/>
                                  <w:color w:val="C0C0C0"/>
                                  <w:sz w:val="72"/>
                                  <w:szCs w:val="72"/>
                                  <w:lang w:val="en-GB"/>
                                  <w14:textFill>
                                    <w14:solidFill>
                                      <w14:srgbClr w14:val="C0C0C0">
                                        <w14:alpha w14:val="50000"/>
                                      </w14:srgbClr>
                                    </w14:solidFill>
                                  </w14:textFill>
                                </w:rPr>
                              </w:pPr>
                              <w:r>
                                <w:rPr>
                                  <w:rFonts w:ascii="Calibri" w:hAnsi="Calibri" w:cs="Calibri"/>
                                  <w:color w:val="C0C0C0"/>
                                  <w:sz w:val="72"/>
                                  <w:szCs w:val="72"/>
                                  <w:lang w:val="en-GB"/>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7B8C9675" id="_x0000_t202" coordsize="21600,21600" o:spt="202" path="m,l,21600r21600,l21600,xe">
                  <v:stroke joinstyle="miter"/>
                  <v:path gradientshapeok="t" o:connecttype="rect"/>
                </v:shapetype>
                <v:shape id="PowerPlusWaterMarkObject357831064" o:spid="_x0000_s1026" type="#_x0000_t202"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" o:allowincell="f" filled="f" stroked="f">
                  <v:stroke joinstyle="round"/>
                  <o:lock v:ext="edit" rotation="t" aspectratio="t" verticies="t" adjusthandles="t" grouping="t" shapetype="t"/>
                  <v:textbox>
                    <w:txbxContent>
                      <w:p w14:paraId="6907CF37" w14:textId="77777777" w:rsidR="001C248D" w:rsidRDefault="001C248D" w:rsidP="001C248D">
                        <w:pPr>
                          <w:jc w:val="center"/>
                          <w:rPr>
                            <w:rFonts w:ascii="Calibri" w:hAnsi="Calibri" w:cs="Calibri"/>
                            <w:color w:val="C0C0C0"/>
                            <w:sz w:val="72"/>
                            <w:szCs w:val="72"/>
                            <w:lang w:val="en-GB"/>
                            <w14:textFill>
                              <w14:solidFill>
                                <w14:srgbClr w14:val="C0C0C0">
                                  <w14:alpha w14:val="50000"/>
                                </w14:srgbClr>
                              </w14:solidFill>
                            </w14:textFill>
                          </w:rPr>
                        </w:pPr>
                        <w:r>
                          <w:rPr>
                            <w:rFonts w:ascii="Calibri" w:hAnsi="Calibri" w:cs="Calibri"/>
                            <w:color w:val="C0C0C0"/>
                            <w:sz w:val="72"/>
                            <w:szCs w:val="72"/>
                            <w:lang w:val="en-GB"/>
                            <w14:textFill>
                              <w14:solidFill>
                                <w14:srgbClr w14:val="C0C0C0">
                                  <w14:alpha w14:val="50000"/>
                                </w14:srgbClr>
                              </w14:solidFill>
                            </w14:textFill>
                          </w:rPr>
                          <w:t>DRAFT</w:t>
                        </w:r>
                      </w:p>
                    </w:txbxContent>
                  </v:textbox>
                  <w10:wrap anchorx="margin" anchory="margin"/>
                </v:shape>
              </w:pict>
            </mc:Fallback>
          </mc:AlternateContent>
        </w:r>
      </w:sdtContent>
    </w:sdt>
    <w:r w:rsidR="00A061A9">
      <w:rPr>
        <w:rFonts w:ascii="Arial" w:hAnsi="Arial" w:cs="Arial"/>
        <w:b/>
        <w:bCs/>
      </w:rPr>
      <w:t>ACMINF3X</w:t>
    </w:r>
    <w:r w:rsidR="00AB7711">
      <w:rPr>
        <w:rFonts w:ascii="Arial" w:hAnsi="Arial" w:cs="Arial"/>
        <w:b/>
        <w:bCs/>
      </w:rPr>
      <w:t>04</w:t>
    </w:r>
    <w:r w:rsidR="002F4169" w:rsidRPr="002F4169">
      <w:rPr>
        <w:rFonts w:ascii="Arial" w:hAnsi="Arial" w:cs="Arial"/>
        <w:b/>
        <w:bCs/>
      </w:rPr>
      <w:t xml:space="preserve"> </w:t>
    </w:r>
    <w:r w:rsidR="00A061A9">
      <w:rPr>
        <w:rFonts w:ascii="Arial" w:hAnsi="Arial" w:cs="Arial"/>
        <w:b/>
        <w:bCs/>
      </w:rPr>
      <w:t xml:space="preserve">Comply with infection </w:t>
    </w:r>
    <w:r w:rsidR="00DC44AC">
      <w:rPr>
        <w:rFonts w:ascii="Arial" w:hAnsi="Arial" w:cs="Arial"/>
        <w:b/>
        <w:bCs/>
      </w:rPr>
      <w:t xml:space="preserve">prevention and </w:t>
    </w:r>
    <w:r w:rsidR="00A061A9">
      <w:rPr>
        <w:rFonts w:ascii="Arial" w:hAnsi="Arial" w:cs="Arial"/>
        <w:b/>
        <w:bCs/>
      </w:rPr>
      <w:t>control policies and procedures in animal care work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0C3A6904"/>
    <w:lvl w:ilvl="0" w:tplc="27846BCE">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0"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6"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15:restartNumberingAfterBreak="0">
    <w:nsid w:val="79D649A0"/>
    <w:multiLevelType w:val="hybridMultilevel"/>
    <w:tmpl w:val="77DE2190"/>
    <w:lvl w:ilvl="0" w:tplc="185E122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4" w15:restartNumberingAfterBreak="0">
    <w:nsid w:val="7B332CA8"/>
    <w:multiLevelType w:val="hybridMultilevel"/>
    <w:tmpl w:val="F2C40DCA"/>
    <w:lvl w:ilvl="0" w:tplc="3BBC29C6">
      <w:start w:val="1"/>
      <w:numFmt w:val="lowerLetter"/>
      <w:pStyle w:val="ListAlpha2"/>
      <w:lvlText w:val="%1."/>
      <w:lvlJc w:val="left"/>
      <w:pPr>
        <w:tabs>
          <w:tab w:val="num" w:pos="1060"/>
        </w:tabs>
        <w:ind w:left="681" w:hanging="341"/>
      </w:pPr>
      <w:rPr>
        <w:rFonts w:hint="default"/>
      </w:rPr>
    </w:lvl>
    <w:lvl w:ilvl="1" w:tplc="F500B35A" w:tentative="1">
      <w:start w:val="1"/>
      <w:numFmt w:val="lowerLetter"/>
      <w:lvlText w:val="%2."/>
      <w:lvlJc w:val="left"/>
      <w:pPr>
        <w:tabs>
          <w:tab w:val="num" w:pos="1780"/>
        </w:tabs>
        <w:ind w:left="1780" w:hanging="360"/>
      </w:pPr>
    </w:lvl>
    <w:lvl w:ilvl="2" w:tplc="14CE85EA" w:tentative="1">
      <w:start w:val="1"/>
      <w:numFmt w:val="lowerRoman"/>
      <w:lvlText w:val="%3."/>
      <w:lvlJc w:val="right"/>
      <w:pPr>
        <w:tabs>
          <w:tab w:val="num" w:pos="2500"/>
        </w:tabs>
        <w:ind w:left="2500" w:hanging="180"/>
      </w:pPr>
    </w:lvl>
    <w:lvl w:ilvl="3" w:tplc="F69672E4" w:tentative="1">
      <w:start w:val="1"/>
      <w:numFmt w:val="decimal"/>
      <w:lvlText w:val="%4."/>
      <w:lvlJc w:val="left"/>
      <w:pPr>
        <w:tabs>
          <w:tab w:val="num" w:pos="3220"/>
        </w:tabs>
        <w:ind w:left="3220" w:hanging="360"/>
      </w:pPr>
    </w:lvl>
    <w:lvl w:ilvl="4" w:tplc="35F6A166" w:tentative="1">
      <w:start w:val="1"/>
      <w:numFmt w:val="lowerLetter"/>
      <w:lvlText w:val="%5."/>
      <w:lvlJc w:val="left"/>
      <w:pPr>
        <w:tabs>
          <w:tab w:val="num" w:pos="3940"/>
        </w:tabs>
        <w:ind w:left="3940" w:hanging="360"/>
      </w:pPr>
    </w:lvl>
    <w:lvl w:ilvl="5" w:tplc="356AABFE" w:tentative="1">
      <w:start w:val="1"/>
      <w:numFmt w:val="lowerRoman"/>
      <w:lvlText w:val="%6."/>
      <w:lvlJc w:val="right"/>
      <w:pPr>
        <w:tabs>
          <w:tab w:val="num" w:pos="4660"/>
        </w:tabs>
        <w:ind w:left="4660" w:hanging="180"/>
      </w:pPr>
    </w:lvl>
    <w:lvl w:ilvl="6" w:tplc="9A4CE5FA" w:tentative="1">
      <w:start w:val="1"/>
      <w:numFmt w:val="decimal"/>
      <w:lvlText w:val="%7."/>
      <w:lvlJc w:val="left"/>
      <w:pPr>
        <w:tabs>
          <w:tab w:val="num" w:pos="5380"/>
        </w:tabs>
        <w:ind w:left="5380" w:hanging="360"/>
      </w:pPr>
    </w:lvl>
    <w:lvl w:ilvl="7" w:tplc="39362BB6" w:tentative="1">
      <w:start w:val="1"/>
      <w:numFmt w:val="lowerLetter"/>
      <w:lvlText w:val="%8."/>
      <w:lvlJc w:val="left"/>
      <w:pPr>
        <w:tabs>
          <w:tab w:val="num" w:pos="6100"/>
        </w:tabs>
        <w:ind w:left="6100" w:hanging="360"/>
      </w:pPr>
    </w:lvl>
    <w:lvl w:ilvl="8" w:tplc="4FD2A50E" w:tentative="1">
      <w:start w:val="1"/>
      <w:numFmt w:val="lowerRoman"/>
      <w:lvlText w:val="%9."/>
      <w:lvlJc w:val="right"/>
      <w:pPr>
        <w:tabs>
          <w:tab w:val="num" w:pos="6820"/>
        </w:tabs>
        <w:ind w:left="6820" w:hanging="180"/>
      </w:pPr>
    </w:lvl>
  </w:abstractNum>
  <w:num w:numId="1" w16cid:durableId="2137486529">
    <w:abstractNumId w:val="28"/>
  </w:num>
  <w:num w:numId="2" w16cid:durableId="1258755782">
    <w:abstractNumId w:val="2"/>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9"/>
  </w:num>
  <w:num w:numId="11" w16cid:durableId="941063825">
    <w:abstractNumId w:val="23"/>
  </w:num>
  <w:num w:numId="12" w16cid:durableId="741761368">
    <w:abstractNumId w:val="4"/>
  </w:num>
  <w:num w:numId="13" w16cid:durableId="355735866">
    <w:abstractNumId w:val="27"/>
  </w:num>
  <w:num w:numId="14" w16cid:durableId="640382440">
    <w:abstractNumId w:val="20"/>
  </w:num>
  <w:num w:numId="15" w16cid:durableId="2088532146">
    <w:abstractNumId w:val="5"/>
  </w:num>
  <w:num w:numId="16" w16cid:durableId="397678585">
    <w:abstractNumId w:val="29"/>
  </w:num>
  <w:num w:numId="17" w16cid:durableId="25839381">
    <w:abstractNumId w:val="3"/>
  </w:num>
  <w:num w:numId="18" w16cid:durableId="1989044541">
    <w:abstractNumId w:val="1"/>
  </w:num>
  <w:num w:numId="19" w16cid:durableId="569922279">
    <w:abstractNumId w:val="22"/>
  </w:num>
  <w:num w:numId="20" w16cid:durableId="1773012564">
    <w:abstractNumId w:val="16"/>
  </w:num>
  <w:num w:numId="21" w16cid:durableId="812720299">
    <w:abstractNumId w:val="0"/>
  </w:num>
  <w:num w:numId="22" w16cid:durableId="644898845">
    <w:abstractNumId w:val="25"/>
  </w:num>
  <w:num w:numId="23" w16cid:durableId="1138692964">
    <w:abstractNumId w:val="21"/>
  </w:num>
  <w:num w:numId="24" w16cid:durableId="1827890157">
    <w:abstractNumId w:val="17"/>
  </w:num>
  <w:num w:numId="25" w16cid:durableId="2019768002">
    <w:abstractNumId w:val="6"/>
  </w:num>
  <w:num w:numId="26" w16cid:durableId="255483156">
    <w:abstractNumId w:val="11"/>
  </w:num>
  <w:num w:numId="27" w16cid:durableId="2019236444">
    <w:abstractNumId w:val="18"/>
  </w:num>
  <w:num w:numId="28" w16cid:durableId="465271072">
    <w:abstractNumId w:val="8"/>
  </w:num>
  <w:num w:numId="29" w16cid:durableId="711271375">
    <w:abstractNumId w:val="24"/>
  </w:num>
  <w:num w:numId="30" w16cid:durableId="400563731">
    <w:abstractNumId w:val="26"/>
  </w:num>
  <w:num w:numId="31" w16cid:durableId="25106763">
    <w:abstractNumId w:val="7"/>
  </w:num>
  <w:num w:numId="32" w16cid:durableId="1833793557">
    <w:abstractNumId w:val="14"/>
  </w:num>
  <w:num w:numId="33" w16cid:durableId="201719860">
    <w:abstractNumId w:val="30"/>
  </w:num>
  <w:num w:numId="34" w16cid:durableId="2113162816">
    <w:abstractNumId w:val="10"/>
  </w:num>
  <w:num w:numId="35" w16cid:durableId="1682731902">
    <w:abstractNumId w:val="33"/>
  </w:num>
  <w:num w:numId="36" w16cid:durableId="1825662792">
    <w:abstractNumId w:val="32"/>
  </w:num>
  <w:num w:numId="37" w16cid:durableId="1256982242">
    <w:abstractNumId w:val="15"/>
  </w:num>
  <w:num w:numId="38" w16cid:durableId="155809457">
    <w:abstractNumId w:val="12"/>
  </w:num>
  <w:num w:numId="39" w16cid:durableId="215511303">
    <w:abstractNumId w:val="31"/>
  </w:num>
  <w:num w:numId="40" w16cid:durableId="1050306012">
    <w:abstractNumId w:val="34"/>
  </w:num>
  <w:num w:numId="41" w16cid:durableId="1034159604">
    <w:abstractNumId w:val="19"/>
  </w:num>
  <w:num w:numId="42" w16cid:durableId="66042616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atma Kirney">
    <w15:presenceInfo w15:providerId="AD" w15:userId="S::Fatma@skillsinsight.com.au::1cd04018-a96b-4cc4-8063-2a426f2309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1D0"/>
    <w:rsid w:val="00003388"/>
    <w:rsid w:val="0000355A"/>
    <w:rsid w:val="00006B0D"/>
    <w:rsid w:val="0001225E"/>
    <w:rsid w:val="00012723"/>
    <w:rsid w:val="00021D6D"/>
    <w:rsid w:val="000249AE"/>
    <w:rsid w:val="0002742B"/>
    <w:rsid w:val="00033032"/>
    <w:rsid w:val="00036FCD"/>
    <w:rsid w:val="00042AC3"/>
    <w:rsid w:val="00045FE6"/>
    <w:rsid w:val="0005341F"/>
    <w:rsid w:val="000540C8"/>
    <w:rsid w:val="0005671C"/>
    <w:rsid w:val="0006098D"/>
    <w:rsid w:val="00067A27"/>
    <w:rsid w:val="0007067A"/>
    <w:rsid w:val="00070726"/>
    <w:rsid w:val="000717B1"/>
    <w:rsid w:val="00072205"/>
    <w:rsid w:val="000746DD"/>
    <w:rsid w:val="0008310A"/>
    <w:rsid w:val="00084E48"/>
    <w:rsid w:val="000860D8"/>
    <w:rsid w:val="00087B22"/>
    <w:rsid w:val="000959AF"/>
    <w:rsid w:val="000A520A"/>
    <w:rsid w:val="000C0E82"/>
    <w:rsid w:val="000C36CF"/>
    <w:rsid w:val="000C5FA0"/>
    <w:rsid w:val="000C795A"/>
    <w:rsid w:val="000D4A13"/>
    <w:rsid w:val="000D7A46"/>
    <w:rsid w:val="000E0010"/>
    <w:rsid w:val="000E137E"/>
    <w:rsid w:val="000E3903"/>
    <w:rsid w:val="000F3886"/>
    <w:rsid w:val="000F4D43"/>
    <w:rsid w:val="00105FA6"/>
    <w:rsid w:val="00112C09"/>
    <w:rsid w:val="00112E86"/>
    <w:rsid w:val="00113BA5"/>
    <w:rsid w:val="00115668"/>
    <w:rsid w:val="00117A0B"/>
    <w:rsid w:val="00126E3B"/>
    <w:rsid w:val="00127AD3"/>
    <w:rsid w:val="0013425D"/>
    <w:rsid w:val="00140641"/>
    <w:rsid w:val="00141ACC"/>
    <w:rsid w:val="00142981"/>
    <w:rsid w:val="00144937"/>
    <w:rsid w:val="001452AC"/>
    <w:rsid w:val="001471C4"/>
    <w:rsid w:val="0015181F"/>
    <w:rsid w:val="00157347"/>
    <w:rsid w:val="00157D4F"/>
    <w:rsid w:val="00161105"/>
    <w:rsid w:val="0016486C"/>
    <w:rsid w:val="00170113"/>
    <w:rsid w:val="00171CC9"/>
    <w:rsid w:val="001804FB"/>
    <w:rsid w:val="00180953"/>
    <w:rsid w:val="001811A1"/>
    <w:rsid w:val="00181690"/>
    <w:rsid w:val="0018350E"/>
    <w:rsid w:val="00184B73"/>
    <w:rsid w:val="00191722"/>
    <w:rsid w:val="00192FBA"/>
    <w:rsid w:val="0019391F"/>
    <w:rsid w:val="00196997"/>
    <w:rsid w:val="00196E6C"/>
    <w:rsid w:val="001A307E"/>
    <w:rsid w:val="001A67FA"/>
    <w:rsid w:val="001B4250"/>
    <w:rsid w:val="001C108A"/>
    <w:rsid w:val="001C248D"/>
    <w:rsid w:val="001D25F8"/>
    <w:rsid w:val="001D59A7"/>
    <w:rsid w:val="001D5B92"/>
    <w:rsid w:val="001E30C2"/>
    <w:rsid w:val="001E5B8C"/>
    <w:rsid w:val="001E69D2"/>
    <w:rsid w:val="001F2801"/>
    <w:rsid w:val="001F3716"/>
    <w:rsid w:val="001F65FA"/>
    <w:rsid w:val="001F6795"/>
    <w:rsid w:val="001F7AB1"/>
    <w:rsid w:val="002000FD"/>
    <w:rsid w:val="00201B35"/>
    <w:rsid w:val="00202A9D"/>
    <w:rsid w:val="00210BA5"/>
    <w:rsid w:val="00210D83"/>
    <w:rsid w:val="00210FF2"/>
    <w:rsid w:val="0021460F"/>
    <w:rsid w:val="00215472"/>
    <w:rsid w:val="00220CF8"/>
    <w:rsid w:val="00221B78"/>
    <w:rsid w:val="00224863"/>
    <w:rsid w:val="00225717"/>
    <w:rsid w:val="002257C3"/>
    <w:rsid w:val="00236896"/>
    <w:rsid w:val="00236AF2"/>
    <w:rsid w:val="00236BF2"/>
    <w:rsid w:val="00241774"/>
    <w:rsid w:val="00246D91"/>
    <w:rsid w:val="00250B44"/>
    <w:rsid w:val="0025394F"/>
    <w:rsid w:val="002539F9"/>
    <w:rsid w:val="00253C9F"/>
    <w:rsid w:val="00255858"/>
    <w:rsid w:val="00257954"/>
    <w:rsid w:val="002614D2"/>
    <w:rsid w:val="00261E93"/>
    <w:rsid w:val="00262626"/>
    <w:rsid w:val="00265A9F"/>
    <w:rsid w:val="00267B17"/>
    <w:rsid w:val="0027209B"/>
    <w:rsid w:val="00274BF9"/>
    <w:rsid w:val="00275567"/>
    <w:rsid w:val="00277F6F"/>
    <w:rsid w:val="002802FE"/>
    <w:rsid w:val="00281A22"/>
    <w:rsid w:val="00281EB7"/>
    <w:rsid w:val="00282500"/>
    <w:rsid w:val="002838DB"/>
    <w:rsid w:val="002840EF"/>
    <w:rsid w:val="00290380"/>
    <w:rsid w:val="002931FB"/>
    <w:rsid w:val="0029528F"/>
    <w:rsid w:val="002969D8"/>
    <w:rsid w:val="002A0971"/>
    <w:rsid w:val="002A1489"/>
    <w:rsid w:val="002A2545"/>
    <w:rsid w:val="002A2C86"/>
    <w:rsid w:val="002A338A"/>
    <w:rsid w:val="002A41A8"/>
    <w:rsid w:val="002A55FD"/>
    <w:rsid w:val="002A5DCC"/>
    <w:rsid w:val="002A76D4"/>
    <w:rsid w:val="002C637D"/>
    <w:rsid w:val="002C7C2F"/>
    <w:rsid w:val="002D1663"/>
    <w:rsid w:val="002D44E6"/>
    <w:rsid w:val="002D4A5E"/>
    <w:rsid w:val="002D71F8"/>
    <w:rsid w:val="002E0CC2"/>
    <w:rsid w:val="002E2CED"/>
    <w:rsid w:val="002E5026"/>
    <w:rsid w:val="002E5FBF"/>
    <w:rsid w:val="002E736E"/>
    <w:rsid w:val="002F054F"/>
    <w:rsid w:val="002F4169"/>
    <w:rsid w:val="002F54A6"/>
    <w:rsid w:val="003039CB"/>
    <w:rsid w:val="00304C5C"/>
    <w:rsid w:val="0030511F"/>
    <w:rsid w:val="003052E1"/>
    <w:rsid w:val="00313EC0"/>
    <w:rsid w:val="00316061"/>
    <w:rsid w:val="00316B57"/>
    <w:rsid w:val="00332282"/>
    <w:rsid w:val="003334F7"/>
    <w:rsid w:val="00333EEE"/>
    <w:rsid w:val="003504D6"/>
    <w:rsid w:val="00350925"/>
    <w:rsid w:val="00351298"/>
    <w:rsid w:val="00362BA8"/>
    <w:rsid w:val="00365773"/>
    <w:rsid w:val="00372696"/>
    <w:rsid w:val="00372FC0"/>
    <w:rsid w:val="00373DD6"/>
    <w:rsid w:val="00375EE4"/>
    <w:rsid w:val="003835E1"/>
    <w:rsid w:val="00386EBA"/>
    <w:rsid w:val="00396EEB"/>
    <w:rsid w:val="003A0211"/>
    <w:rsid w:val="003A2050"/>
    <w:rsid w:val="003A51DA"/>
    <w:rsid w:val="003A74FA"/>
    <w:rsid w:val="003B03A4"/>
    <w:rsid w:val="003B4F5D"/>
    <w:rsid w:val="003B6AAC"/>
    <w:rsid w:val="003C12C8"/>
    <w:rsid w:val="003C48A0"/>
    <w:rsid w:val="003C75CC"/>
    <w:rsid w:val="003D0116"/>
    <w:rsid w:val="003D0878"/>
    <w:rsid w:val="003D1133"/>
    <w:rsid w:val="003D73B7"/>
    <w:rsid w:val="003E059E"/>
    <w:rsid w:val="003E4AE3"/>
    <w:rsid w:val="003E511F"/>
    <w:rsid w:val="003E53B0"/>
    <w:rsid w:val="003F2BD6"/>
    <w:rsid w:val="003F30BE"/>
    <w:rsid w:val="003F4FC6"/>
    <w:rsid w:val="00401871"/>
    <w:rsid w:val="004021DA"/>
    <w:rsid w:val="0040385B"/>
    <w:rsid w:val="0040475A"/>
    <w:rsid w:val="00405061"/>
    <w:rsid w:val="004133A1"/>
    <w:rsid w:val="00415453"/>
    <w:rsid w:val="00415B93"/>
    <w:rsid w:val="00427D7E"/>
    <w:rsid w:val="00430E24"/>
    <w:rsid w:val="0043176A"/>
    <w:rsid w:val="0043213B"/>
    <w:rsid w:val="00433351"/>
    <w:rsid w:val="00436529"/>
    <w:rsid w:val="004379DD"/>
    <w:rsid w:val="004451AE"/>
    <w:rsid w:val="00452B14"/>
    <w:rsid w:val="00453A4A"/>
    <w:rsid w:val="00457857"/>
    <w:rsid w:val="00460256"/>
    <w:rsid w:val="00464363"/>
    <w:rsid w:val="00465F3C"/>
    <w:rsid w:val="00467919"/>
    <w:rsid w:val="00467996"/>
    <w:rsid w:val="00470D6B"/>
    <w:rsid w:val="004743A9"/>
    <w:rsid w:val="00480F0A"/>
    <w:rsid w:val="0048203B"/>
    <w:rsid w:val="004829F5"/>
    <w:rsid w:val="004A37B0"/>
    <w:rsid w:val="004A3E31"/>
    <w:rsid w:val="004A46F8"/>
    <w:rsid w:val="004A629B"/>
    <w:rsid w:val="004A66E7"/>
    <w:rsid w:val="004A7722"/>
    <w:rsid w:val="004A79DF"/>
    <w:rsid w:val="004B0020"/>
    <w:rsid w:val="004B1C42"/>
    <w:rsid w:val="004B1F0B"/>
    <w:rsid w:val="004B5E40"/>
    <w:rsid w:val="004C7821"/>
    <w:rsid w:val="004D498B"/>
    <w:rsid w:val="004D6C93"/>
    <w:rsid w:val="004E06E7"/>
    <w:rsid w:val="004E7D40"/>
    <w:rsid w:val="004F3D79"/>
    <w:rsid w:val="004F6FB0"/>
    <w:rsid w:val="005072F6"/>
    <w:rsid w:val="00512D95"/>
    <w:rsid w:val="00513DCD"/>
    <w:rsid w:val="005233EB"/>
    <w:rsid w:val="00525814"/>
    <w:rsid w:val="00526094"/>
    <w:rsid w:val="00534681"/>
    <w:rsid w:val="00550313"/>
    <w:rsid w:val="00556309"/>
    <w:rsid w:val="00564BC1"/>
    <w:rsid w:val="00565794"/>
    <w:rsid w:val="0058058E"/>
    <w:rsid w:val="00583F4A"/>
    <w:rsid w:val="00586434"/>
    <w:rsid w:val="005876CE"/>
    <w:rsid w:val="0059102D"/>
    <w:rsid w:val="005911B5"/>
    <w:rsid w:val="00595F86"/>
    <w:rsid w:val="005B02EB"/>
    <w:rsid w:val="005B2004"/>
    <w:rsid w:val="005B2E9B"/>
    <w:rsid w:val="005B323E"/>
    <w:rsid w:val="005B4957"/>
    <w:rsid w:val="005C0B70"/>
    <w:rsid w:val="005C1354"/>
    <w:rsid w:val="005C65AE"/>
    <w:rsid w:val="005C72C0"/>
    <w:rsid w:val="005C735E"/>
    <w:rsid w:val="005D03E6"/>
    <w:rsid w:val="005D14D6"/>
    <w:rsid w:val="005D5DDC"/>
    <w:rsid w:val="005E0982"/>
    <w:rsid w:val="005E1D70"/>
    <w:rsid w:val="005F370E"/>
    <w:rsid w:val="005F39AD"/>
    <w:rsid w:val="005F41AD"/>
    <w:rsid w:val="005F4A74"/>
    <w:rsid w:val="005F520D"/>
    <w:rsid w:val="005F6D5A"/>
    <w:rsid w:val="006049F6"/>
    <w:rsid w:val="006113FE"/>
    <w:rsid w:val="006155FF"/>
    <w:rsid w:val="00615ADB"/>
    <w:rsid w:val="00617733"/>
    <w:rsid w:val="00617BBE"/>
    <w:rsid w:val="00622460"/>
    <w:rsid w:val="0062605C"/>
    <w:rsid w:val="006275E3"/>
    <w:rsid w:val="00630EDC"/>
    <w:rsid w:val="00631107"/>
    <w:rsid w:val="00632FBD"/>
    <w:rsid w:val="00633DB2"/>
    <w:rsid w:val="00647934"/>
    <w:rsid w:val="006504BB"/>
    <w:rsid w:val="00655AFC"/>
    <w:rsid w:val="00656877"/>
    <w:rsid w:val="00657EA3"/>
    <w:rsid w:val="0066090C"/>
    <w:rsid w:val="00663802"/>
    <w:rsid w:val="00664405"/>
    <w:rsid w:val="00676E54"/>
    <w:rsid w:val="00684EC7"/>
    <w:rsid w:val="00686891"/>
    <w:rsid w:val="00690AC9"/>
    <w:rsid w:val="006934C5"/>
    <w:rsid w:val="00696F0C"/>
    <w:rsid w:val="00697728"/>
    <w:rsid w:val="006A0757"/>
    <w:rsid w:val="006A0DDF"/>
    <w:rsid w:val="006A5CF9"/>
    <w:rsid w:val="006A7F68"/>
    <w:rsid w:val="006B406A"/>
    <w:rsid w:val="006B40E5"/>
    <w:rsid w:val="006C0AA0"/>
    <w:rsid w:val="006C1B40"/>
    <w:rsid w:val="006C215B"/>
    <w:rsid w:val="006C317C"/>
    <w:rsid w:val="006C3F22"/>
    <w:rsid w:val="006D1F44"/>
    <w:rsid w:val="006E0349"/>
    <w:rsid w:val="006E18D0"/>
    <w:rsid w:val="006E1C56"/>
    <w:rsid w:val="006E576B"/>
    <w:rsid w:val="006E69D8"/>
    <w:rsid w:val="006F3E26"/>
    <w:rsid w:val="006F42C6"/>
    <w:rsid w:val="0070292B"/>
    <w:rsid w:val="00703271"/>
    <w:rsid w:val="007046A3"/>
    <w:rsid w:val="007122D2"/>
    <w:rsid w:val="00716886"/>
    <w:rsid w:val="00726491"/>
    <w:rsid w:val="007423F5"/>
    <w:rsid w:val="007452A9"/>
    <w:rsid w:val="00751D08"/>
    <w:rsid w:val="00752897"/>
    <w:rsid w:val="00761428"/>
    <w:rsid w:val="00770132"/>
    <w:rsid w:val="0078056B"/>
    <w:rsid w:val="00781343"/>
    <w:rsid w:val="00785333"/>
    <w:rsid w:val="007903AF"/>
    <w:rsid w:val="007940CE"/>
    <w:rsid w:val="0079606B"/>
    <w:rsid w:val="007A12DF"/>
    <w:rsid w:val="007A513D"/>
    <w:rsid w:val="007A72C1"/>
    <w:rsid w:val="007B135E"/>
    <w:rsid w:val="007C1161"/>
    <w:rsid w:val="007C13D1"/>
    <w:rsid w:val="007D3FE4"/>
    <w:rsid w:val="007D5905"/>
    <w:rsid w:val="007E206A"/>
    <w:rsid w:val="007E40E9"/>
    <w:rsid w:val="007E775F"/>
    <w:rsid w:val="007F4EDD"/>
    <w:rsid w:val="007F5716"/>
    <w:rsid w:val="00807F39"/>
    <w:rsid w:val="008260E2"/>
    <w:rsid w:val="0082626D"/>
    <w:rsid w:val="00831634"/>
    <w:rsid w:val="00835E8A"/>
    <w:rsid w:val="0084210B"/>
    <w:rsid w:val="00842627"/>
    <w:rsid w:val="00843203"/>
    <w:rsid w:val="008461F4"/>
    <w:rsid w:val="00876A49"/>
    <w:rsid w:val="00891ADE"/>
    <w:rsid w:val="00894EA4"/>
    <w:rsid w:val="008A2237"/>
    <w:rsid w:val="008A555D"/>
    <w:rsid w:val="008A7DDB"/>
    <w:rsid w:val="008D0C92"/>
    <w:rsid w:val="008D1D4E"/>
    <w:rsid w:val="008E1A43"/>
    <w:rsid w:val="008E2E2B"/>
    <w:rsid w:val="008E4AFB"/>
    <w:rsid w:val="008E64FE"/>
    <w:rsid w:val="008E6615"/>
    <w:rsid w:val="008F2078"/>
    <w:rsid w:val="008F2B96"/>
    <w:rsid w:val="008F54D2"/>
    <w:rsid w:val="008F61D4"/>
    <w:rsid w:val="00913417"/>
    <w:rsid w:val="00914CE1"/>
    <w:rsid w:val="00915FAA"/>
    <w:rsid w:val="0092245A"/>
    <w:rsid w:val="00922C8D"/>
    <w:rsid w:val="00923752"/>
    <w:rsid w:val="00924E43"/>
    <w:rsid w:val="0092632A"/>
    <w:rsid w:val="00936842"/>
    <w:rsid w:val="009432E2"/>
    <w:rsid w:val="00947A6F"/>
    <w:rsid w:val="00952060"/>
    <w:rsid w:val="009530B7"/>
    <w:rsid w:val="00953E14"/>
    <w:rsid w:val="00956EEC"/>
    <w:rsid w:val="00957C79"/>
    <w:rsid w:val="00961336"/>
    <w:rsid w:val="00961C3F"/>
    <w:rsid w:val="00962440"/>
    <w:rsid w:val="009658DF"/>
    <w:rsid w:val="00966EB5"/>
    <w:rsid w:val="009737A4"/>
    <w:rsid w:val="00981611"/>
    <w:rsid w:val="00990DE3"/>
    <w:rsid w:val="009927F6"/>
    <w:rsid w:val="00994A1F"/>
    <w:rsid w:val="00994BBB"/>
    <w:rsid w:val="0099557E"/>
    <w:rsid w:val="009A18AC"/>
    <w:rsid w:val="009A1D99"/>
    <w:rsid w:val="009A45C0"/>
    <w:rsid w:val="009A4A8B"/>
    <w:rsid w:val="009A6908"/>
    <w:rsid w:val="009B3A98"/>
    <w:rsid w:val="009B3C8A"/>
    <w:rsid w:val="009B591C"/>
    <w:rsid w:val="009B6C47"/>
    <w:rsid w:val="009C4F5F"/>
    <w:rsid w:val="009C6220"/>
    <w:rsid w:val="009C68E3"/>
    <w:rsid w:val="009D11EC"/>
    <w:rsid w:val="009D14EB"/>
    <w:rsid w:val="009D364F"/>
    <w:rsid w:val="009D5303"/>
    <w:rsid w:val="009D7C62"/>
    <w:rsid w:val="009E1698"/>
    <w:rsid w:val="009E28DC"/>
    <w:rsid w:val="009E501A"/>
    <w:rsid w:val="009E61F9"/>
    <w:rsid w:val="009E7F6B"/>
    <w:rsid w:val="009F285F"/>
    <w:rsid w:val="009F4193"/>
    <w:rsid w:val="00A061A9"/>
    <w:rsid w:val="00A076C6"/>
    <w:rsid w:val="00A102BA"/>
    <w:rsid w:val="00A12E3F"/>
    <w:rsid w:val="00A1547A"/>
    <w:rsid w:val="00A16E66"/>
    <w:rsid w:val="00A24E80"/>
    <w:rsid w:val="00A25DC4"/>
    <w:rsid w:val="00A27593"/>
    <w:rsid w:val="00A30909"/>
    <w:rsid w:val="00A30DEA"/>
    <w:rsid w:val="00A323E0"/>
    <w:rsid w:val="00A342BD"/>
    <w:rsid w:val="00A35319"/>
    <w:rsid w:val="00A35EBB"/>
    <w:rsid w:val="00A36090"/>
    <w:rsid w:val="00A36E4C"/>
    <w:rsid w:val="00A45EDB"/>
    <w:rsid w:val="00A46EF6"/>
    <w:rsid w:val="00A50364"/>
    <w:rsid w:val="00A509A3"/>
    <w:rsid w:val="00A55D7A"/>
    <w:rsid w:val="00A67C83"/>
    <w:rsid w:val="00A71A89"/>
    <w:rsid w:val="00A775BA"/>
    <w:rsid w:val="00A800A4"/>
    <w:rsid w:val="00A82740"/>
    <w:rsid w:val="00A837C3"/>
    <w:rsid w:val="00A83F69"/>
    <w:rsid w:val="00A86A20"/>
    <w:rsid w:val="00A86AF1"/>
    <w:rsid w:val="00AA3B1E"/>
    <w:rsid w:val="00AB1E2B"/>
    <w:rsid w:val="00AB23E4"/>
    <w:rsid w:val="00AB4D85"/>
    <w:rsid w:val="00AB5A49"/>
    <w:rsid w:val="00AB7711"/>
    <w:rsid w:val="00AC49D3"/>
    <w:rsid w:val="00AC7CF7"/>
    <w:rsid w:val="00AD0273"/>
    <w:rsid w:val="00AD03E0"/>
    <w:rsid w:val="00AD145B"/>
    <w:rsid w:val="00AD41BF"/>
    <w:rsid w:val="00AD7E2F"/>
    <w:rsid w:val="00AE0D4C"/>
    <w:rsid w:val="00AF01CB"/>
    <w:rsid w:val="00AF3E87"/>
    <w:rsid w:val="00AF79BD"/>
    <w:rsid w:val="00AF7B3A"/>
    <w:rsid w:val="00AF7C4B"/>
    <w:rsid w:val="00B01253"/>
    <w:rsid w:val="00B01BC7"/>
    <w:rsid w:val="00B01CE1"/>
    <w:rsid w:val="00B04CD2"/>
    <w:rsid w:val="00B04E40"/>
    <w:rsid w:val="00B05820"/>
    <w:rsid w:val="00B07DB9"/>
    <w:rsid w:val="00B12ADC"/>
    <w:rsid w:val="00B134C5"/>
    <w:rsid w:val="00B1352D"/>
    <w:rsid w:val="00B140BE"/>
    <w:rsid w:val="00B16526"/>
    <w:rsid w:val="00B20A82"/>
    <w:rsid w:val="00B236D1"/>
    <w:rsid w:val="00B26CED"/>
    <w:rsid w:val="00B43EBA"/>
    <w:rsid w:val="00B52B3F"/>
    <w:rsid w:val="00B56EF3"/>
    <w:rsid w:val="00B67F5A"/>
    <w:rsid w:val="00B73B7D"/>
    <w:rsid w:val="00B76B2F"/>
    <w:rsid w:val="00B844C9"/>
    <w:rsid w:val="00B849ED"/>
    <w:rsid w:val="00B851A3"/>
    <w:rsid w:val="00B85A2F"/>
    <w:rsid w:val="00B90FCC"/>
    <w:rsid w:val="00B94581"/>
    <w:rsid w:val="00B978F8"/>
    <w:rsid w:val="00B97A63"/>
    <w:rsid w:val="00BA1ABC"/>
    <w:rsid w:val="00BA1F01"/>
    <w:rsid w:val="00BA1F36"/>
    <w:rsid w:val="00BB34DA"/>
    <w:rsid w:val="00BB4D8B"/>
    <w:rsid w:val="00BC33CD"/>
    <w:rsid w:val="00BC3CF3"/>
    <w:rsid w:val="00BD2881"/>
    <w:rsid w:val="00BD354C"/>
    <w:rsid w:val="00BD4A0D"/>
    <w:rsid w:val="00BD7910"/>
    <w:rsid w:val="00BE0C39"/>
    <w:rsid w:val="00BE11EC"/>
    <w:rsid w:val="00BE2430"/>
    <w:rsid w:val="00BE3DD6"/>
    <w:rsid w:val="00BE4353"/>
    <w:rsid w:val="00BF0DCB"/>
    <w:rsid w:val="00BF352D"/>
    <w:rsid w:val="00C0198B"/>
    <w:rsid w:val="00C04160"/>
    <w:rsid w:val="00C115E4"/>
    <w:rsid w:val="00C25A9B"/>
    <w:rsid w:val="00C311F0"/>
    <w:rsid w:val="00C32357"/>
    <w:rsid w:val="00C32D63"/>
    <w:rsid w:val="00C46550"/>
    <w:rsid w:val="00C50D3E"/>
    <w:rsid w:val="00C52AF8"/>
    <w:rsid w:val="00C54B14"/>
    <w:rsid w:val="00C56A1A"/>
    <w:rsid w:val="00C602DE"/>
    <w:rsid w:val="00C61666"/>
    <w:rsid w:val="00C705B9"/>
    <w:rsid w:val="00C7360D"/>
    <w:rsid w:val="00C74FF7"/>
    <w:rsid w:val="00C76798"/>
    <w:rsid w:val="00C777B5"/>
    <w:rsid w:val="00C857E4"/>
    <w:rsid w:val="00C95F0C"/>
    <w:rsid w:val="00C97178"/>
    <w:rsid w:val="00C974BB"/>
    <w:rsid w:val="00CA3291"/>
    <w:rsid w:val="00CB307C"/>
    <w:rsid w:val="00CC0562"/>
    <w:rsid w:val="00CC3621"/>
    <w:rsid w:val="00CC6D8B"/>
    <w:rsid w:val="00CD0CFD"/>
    <w:rsid w:val="00CD2775"/>
    <w:rsid w:val="00CD3508"/>
    <w:rsid w:val="00CE4FF6"/>
    <w:rsid w:val="00CE52B9"/>
    <w:rsid w:val="00CE7E3D"/>
    <w:rsid w:val="00CF0889"/>
    <w:rsid w:val="00CF0E85"/>
    <w:rsid w:val="00D024B9"/>
    <w:rsid w:val="00D02C9E"/>
    <w:rsid w:val="00D04B08"/>
    <w:rsid w:val="00D17100"/>
    <w:rsid w:val="00D21C7E"/>
    <w:rsid w:val="00D30BEA"/>
    <w:rsid w:val="00D312B9"/>
    <w:rsid w:val="00D439CB"/>
    <w:rsid w:val="00D43E34"/>
    <w:rsid w:val="00D44E6F"/>
    <w:rsid w:val="00D50B6B"/>
    <w:rsid w:val="00D52B06"/>
    <w:rsid w:val="00D533A7"/>
    <w:rsid w:val="00D53B3E"/>
    <w:rsid w:val="00D575B6"/>
    <w:rsid w:val="00D6174B"/>
    <w:rsid w:val="00D6488A"/>
    <w:rsid w:val="00D66FAB"/>
    <w:rsid w:val="00D679E9"/>
    <w:rsid w:val="00D70272"/>
    <w:rsid w:val="00D823FF"/>
    <w:rsid w:val="00D8652A"/>
    <w:rsid w:val="00D90157"/>
    <w:rsid w:val="00D9162C"/>
    <w:rsid w:val="00DA1404"/>
    <w:rsid w:val="00DA1E44"/>
    <w:rsid w:val="00DA5104"/>
    <w:rsid w:val="00DB03C4"/>
    <w:rsid w:val="00DB1568"/>
    <w:rsid w:val="00DB4616"/>
    <w:rsid w:val="00DB59DE"/>
    <w:rsid w:val="00DB59E7"/>
    <w:rsid w:val="00DC44AC"/>
    <w:rsid w:val="00DC4508"/>
    <w:rsid w:val="00DC5017"/>
    <w:rsid w:val="00DD0A54"/>
    <w:rsid w:val="00DD0B92"/>
    <w:rsid w:val="00DD253C"/>
    <w:rsid w:val="00DD5272"/>
    <w:rsid w:val="00DD5EBE"/>
    <w:rsid w:val="00DE6BC6"/>
    <w:rsid w:val="00DF0E20"/>
    <w:rsid w:val="00DF302A"/>
    <w:rsid w:val="00DF53F9"/>
    <w:rsid w:val="00E02574"/>
    <w:rsid w:val="00E06830"/>
    <w:rsid w:val="00E104B7"/>
    <w:rsid w:val="00E15BD5"/>
    <w:rsid w:val="00E20E86"/>
    <w:rsid w:val="00E23F79"/>
    <w:rsid w:val="00E26AB4"/>
    <w:rsid w:val="00E301D3"/>
    <w:rsid w:val="00E305C9"/>
    <w:rsid w:val="00E30944"/>
    <w:rsid w:val="00E3180F"/>
    <w:rsid w:val="00E31F88"/>
    <w:rsid w:val="00E3774C"/>
    <w:rsid w:val="00E42D84"/>
    <w:rsid w:val="00E45554"/>
    <w:rsid w:val="00E5158E"/>
    <w:rsid w:val="00E54C39"/>
    <w:rsid w:val="00E550C7"/>
    <w:rsid w:val="00E57625"/>
    <w:rsid w:val="00E57A0F"/>
    <w:rsid w:val="00E612BD"/>
    <w:rsid w:val="00E61DFA"/>
    <w:rsid w:val="00E67E16"/>
    <w:rsid w:val="00E71625"/>
    <w:rsid w:val="00E71B5B"/>
    <w:rsid w:val="00E7308F"/>
    <w:rsid w:val="00E73D4C"/>
    <w:rsid w:val="00E756EE"/>
    <w:rsid w:val="00E76329"/>
    <w:rsid w:val="00E777C9"/>
    <w:rsid w:val="00E80ECA"/>
    <w:rsid w:val="00E816CF"/>
    <w:rsid w:val="00E84400"/>
    <w:rsid w:val="00E84724"/>
    <w:rsid w:val="00E848E0"/>
    <w:rsid w:val="00E84BB0"/>
    <w:rsid w:val="00E91B63"/>
    <w:rsid w:val="00E9653C"/>
    <w:rsid w:val="00E96A3D"/>
    <w:rsid w:val="00EA0F7B"/>
    <w:rsid w:val="00EB348F"/>
    <w:rsid w:val="00EB4F8C"/>
    <w:rsid w:val="00EB7B72"/>
    <w:rsid w:val="00EC0B10"/>
    <w:rsid w:val="00EC1101"/>
    <w:rsid w:val="00EC2C7A"/>
    <w:rsid w:val="00EC3A4D"/>
    <w:rsid w:val="00EC3AE3"/>
    <w:rsid w:val="00ED6828"/>
    <w:rsid w:val="00EE08C5"/>
    <w:rsid w:val="00EE332A"/>
    <w:rsid w:val="00EE62A3"/>
    <w:rsid w:val="00EE69C0"/>
    <w:rsid w:val="00EF799A"/>
    <w:rsid w:val="00F069E3"/>
    <w:rsid w:val="00F36B87"/>
    <w:rsid w:val="00F37800"/>
    <w:rsid w:val="00F41248"/>
    <w:rsid w:val="00F41A19"/>
    <w:rsid w:val="00F423DD"/>
    <w:rsid w:val="00F43DEC"/>
    <w:rsid w:val="00F44751"/>
    <w:rsid w:val="00F46956"/>
    <w:rsid w:val="00F52A28"/>
    <w:rsid w:val="00F55A42"/>
    <w:rsid w:val="00F63DAF"/>
    <w:rsid w:val="00F664F2"/>
    <w:rsid w:val="00F67CE6"/>
    <w:rsid w:val="00F7147E"/>
    <w:rsid w:val="00F747CB"/>
    <w:rsid w:val="00F760A7"/>
    <w:rsid w:val="00F84026"/>
    <w:rsid w:val="00F9791F"/>
    <w:rsid w:val="00FA3A74"/>
    <w:rsid w:val="00FB2E8E"/>
    <w:rsid w:val="00FB2F6B"/>
    <w:rsid w:val="00FB5B29"/>
    <w:rsid w:val="00FB5E21"/>
    <w:rsid w:val="00FB6954"/>
    <w:rsid w:val="00FC088D"/>
    <w:rsid w:val="00FC353C"/>
    <w:rsid w:val="00FC3B8D"/>
    <w:rsid w:val="00FE4498"/>
    <w:rsid w:val="00FF4429"/>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A4610C2E-97C2-4D3C-9271-8412E7283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6A7F68"/>
    <w:rPr>
      <w:rFonts w:ascii="Arial" w:hAnsi="Arial"/>
      <w:color w:val="1E3531"/>
    </w:rPr>
  </w:style>
  <w:style w:type="character" w:customStyle="1" w:styleId="BodyTextSIChar">
    <w:name w:val="Body Text SI Char"/>
    <w:basedOn w:val="DefaultParagraphFont"/>
    <w:link w:val="BodyTextSI"/>
    <w:rsid w:val="006A7F68"/>
    <w:rPr>
      <w:rFonts w:ascii="Arial" w:hAnsi="Arial"/>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20"/>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876A49"/>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876A49"/>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basedOn w:val="DotpointsSI"/>
    <w:qFormat/>
    <w:rsid w:val="00B52B3F"/>
    <w:pPr>
      <w:ind w:left="284" w:hanging="284"/>
    </w:pPr>
  </w:style>
  <w:style w:type="paragraph" w:customStyle="1" w:styleId="SIBulletList2">
    <w:name w:val="SI Bullet List 2"/>
    <w:basedOn w:val="DotpointsSI"/>
    <w:qFormat/>
    <w:rsid w:val="00B52B3F"/>
  </w:style>
  <w:style w:type="character" w:customStyle="1" w:styleId="cf01">
    <w:name w:val="cf01"/>
    <w:basedOn w:val="DefaultParagraphFont"/>
    <w:rsid w:val="008A2237"/>
    <w:rPr>
      <w:rFonts w:ascii="Segoe UI" w:hAnsi="Segoe UI" w:cs="Segoe UI" w:hint="default"/>
      <w:sz w:val="18"/>
      <w:szCs w:val="18"/>
    </w:rPr>
  </w:style>
  <w:style w:type="paragraph" w:styleId="BodyText">
    <w:name w:val="Body Text"/>
    <w:basedOn w:val="Normal"/>
    <w:link w:val="BodyTextChar"/>
    <w:rsid w:val="00021D6D"/>
    <w:pPr>
      <w:keepLines/>
      <w:spacing w:before="120" w:after="120" w:line="240" w:lineRule="auto"/>
    </w:pPr>
    <w:rPr>
      <w:rFonts w:ascii="Times New Roman" w:eastAsia="Times New Roman" w:hAnsi="Times New Roman" w:cs="Times New Roman"/>
      <w:sz w:val="24"/>
    </w:rPr>
  </w:style>
  <w:style w:type="character" w:customStyle="1" w:styleId="BodyTextChar">
    <w:name w:val="Body Text Char"/>
    <w:basedOn w:val="DefaultParagraphFont"/>
    <w:link w:val="BodyText"/>
    <w:rsid w:val="00021D6D"/>
    <w:rPr>
      <w:rFonts w:ascii="Times New Roman" w:eastAsia="Times New Roman" w:hAnsi="Times New Roman" w:cs="Times New Roman"/>
      <w:szCs w:val="22"/>
    </w:rPr>
  </w:style>
  <w:style w:type="paragraph" w:customStyle="1" w:styleId="NoteBullet">
    <w:name w:val="Note Bullet"/>
    <w:basedOn w:val="Normal"/>
    <w:rsid w:val="00021D6D"/>
    <w:pPr>
      <w:keepLines/>
      <w:pBdr>
        <w:top w:val="single" w:sz="6" w:space="2" w:color="auto"/>
        <w:left w:val="single" w:sz="6" w:space="4" w:color="auto"/>
        <w:bottom w:val="single" w:sz="6" w:space="2" w:color="auto"/>
        <w:right w:val="single" w:sz="6" w:space="4" w:color="auto"/>
      </w:pBdr>
      <w:spacing w:before="60" w:after="60" w:line="240" w:lineRule="auto"/>
    </w:pPr>
    <w:rPr>
      <w:rFonts w:ascii="Times New Roman" w:eastAsia="Times New Roman" w:hAnsi="Times New Roman" w:cs="Times New Roman"/>
      <w:sz w:val="24"/>
    </w:rPr>
  </w:style>
  <w:style w:type="paragraph" w:customStyle="1" w:styleId="ListAlpha2">
    <w:name w:val="List Alpha 2"/>
    <w:basedOn w:val="List2"/>
    <w:rsid w:val="00021D6D"/>
    <w:pPr>
      <w:keepLines/>
      <w:numPr>
        <w:numId w:val="40"/>
      </w:numPr>
      <w:tabs>
        <w:tab w:val="clear" w:pos="1060"/>
        <w:tab w:val="left" w:pos="680"/>
      </w:tabs>
      <w:spacing w:before="60" w:after="60" w:line="240" w:lineRule="auto"/>
      <w:contextualSpacing w:val="0"/>
    </w:pPr>
    <w:rPr>
      <w:rFonts w:ascii="Times New Roman" w:eastAsia="Times New Roman" w:hAnsi="Times New Roman" w:cs="Times New Roman"/>
      <w:sz w:val="24"/>
    </w:rPr>
  </w:style>
  <w:style w:type="paragraph" w:styleId="List2">
    <w:name w:val="List 2"/>
    <w:basedOn w:val="Normal"/>
    <w:uiPriority w:val="99"/>
    <w:semiHidden/>
    <w:unhideWhenUsed/>
    <w:rsid w:val="00021D6D"/>
    <w:pPr>
      <w:ind w:left="566" w:hanging="283"/>
      <w:contextualSpacing/>
    </w:pPr>
  </w:style>
  <w:style w:type="paragraph" w:styleId="ListBullet">
    <w:name w:val="List Bullet"/>
    <w:basedOn w:val="List"/>
    <w:rsid w:val="00876A49"/>
    <w:pPr>
      <w:keepLines/>
      <w:numPr>
        <w:numId w:val="41"/>
      </w:numPr>
      <w:spacing w:before="40" w:after="40" w:line="240" w:lineRule="auto"/>
      <w:ind w:left="0" w:firstLine="0"/>
      <w:contextualSpacing w:val="0"/>
    </w:pPr>
    <w:rPr>
      <w:rFonts w:ascii="Times New Roman" w:eastAsia="Times New Roman" w:hAnsi="Times New Roman" w:cs="Times New Roman"/>
      <w:sz w:val="24"/>
    </w:rPr>
  </w:style>
  <w:style w:type="paragraph" w:styleId="ListBullet2">
    <w:name w:val="List Bullet 2"/>
    <w:basedOn w:val="List2"/>
    <w:rsid w:val="00876A49"/>
    <w:pPr>
      <w:keepLines/>
      <w:numPr>
        <w:numId w:val="42"/>
      </w:numPr>
      <w:spacing w:before="60" w:after="6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876A49"/>
    <w:pPr>
      <w:ind w:left="283" w:hanging="283"/>
      <w:contextualSpacing/>
    </w:pPr>
  </w:style>
  <w:style w:type="paragraph" w:styleId="Revision">
    <w:name w:val="Revision"/>
    <w:hidden/>
    <w:uiPriority w:val="99"/>
    <w:semiHidden/>
    <w:rsid w:val="00E96A3D"/>
    <w:rPr>
      <w:rFonts w:ascii="Avenir LT Std 45 Book" w:hAnsi="Avenir LT Std 45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Props1.xml><?xml version="1.0" encoding="utf-8"?>
<ds:datastoreItem xmlns:ds="http://schemas.openxmlformats.org/officeDocument/2006/customXml" ds:itemID="{AFA56674-ECED-4270-B9C8-674C1D0BF7F8}"/>
</file>

<file path=customXml/itemProps2.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3.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4.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docProps/app.xml><?xml version="1.0" encoding="utf-8"?>
<Properties xmlns="http://schemas.openxmlformats.org/officeDocument/2006/extended-properties" xmlns:vt="http://schemas.openxmlformats.org/officeDocument/2006/docPropsVTypes">
  <Template>SI doc template</Template>
  <TotalTime>269</TotalTime>
  <Pages>7</Pages>
  <Words>1326</Words>
  <Characters>8713</Characters>
  <Application>Microsoft Office Word</Application>
  <DocSecurity>0</DocSecurity>
  <Lines>281</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88</cp:revision>
  <cp:lastPrinted>2025-11-12T15:50:00Z</cp:lastPrinted>
  <dcterms:created xsi:type="dcterms:W3CDTF">2025-10-12T17:36:00Z</dcterms:created>
  <dcterms:modified xsi:type="dcterms:W3CDTF">2026-01-07T04:04:00Z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File Category">
    <vt:lpwstr>Send to TC</vt:lpwstr>
  </property>
</Properties>
</file>